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2E4F5" w14:textId="77777777" w:rsidR="003D43A0" w:rsidRPr="000B056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137F59">
        <w:rPr>
          <w:rFonts w:ascii="Corbel" w:hAnsi="Corbel"/>
          <w:b/>
          <w:bCs/>
        </w:rPr>
        <w:tab/>
      </w:r>
      <w:r w:rsidRPr="00137F59">
        <w:rPr>
          <w:rFonts w:ascii="Corbel" w:hAnsi="Corbel"/>
          <w:b/>
          <w:bCs/>
        </w:rPr>
        <w:tab/>
      </w:r>
      <w:r w:rsidRPr="00137F59">
        <w:rPr>
          <w:rFonts w:ascii="Corbel" w:hAnsi="Corbel"/>
          <w:b/>
          <w:bCs/>
        </w:rPr>
        <w:tab/>
      </w:r>
      <w:r w:rsidRPr="00137F59">
        <w:rPr>
          <w:rFonts w:ascii="Corbel" w:hAnsi="Corbel"/>
          <w:b/>
          <w:bCs/>
        </w:rPr>
        <w:tab/>
      </w:r>
      <w:r w:rsidRPr="00137F59">
        <w:rPr>
          <w:rFonts w:ascii="Corbel" w:hAnsi="Corbel"/>
          <w:b/>
          <w:bCs/>
        </w:rPr>
        <w:tab/>
      </w:r>
      <w:r w:rsidRPr="00137F59">
        <w:rPr>
          <w:rFonts w:ascii="Corbel" w:hAnsi="Corbel"/>
          <w:b/>
          <w:bCs/>
        </w:rPr>
        <w:tab/>
      </w:r>
      <w:r w:rsidR="003D43A0" w:rsidRPr="000B0562">
        <w:rPr>
          <w:rFonts w:ascii="Corbel" w:hAnsi="Corbel"/>
          <w:bCs/>
          <w:i/>
        </w:rPr>
        <w:t>Załącznik nr 1.5 do Zarządzenia Rektora UR  nr 7/2023</w:t>
      </w:r>
    </w:p>
    <w:p w14:paraId="23766346" w14:textId="77777777" w:rsidR="0085747A" w:rsidRPr="000B056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0B0562">
        <w:rPr>
          <w:rFonts w:ascii="Corbel" w:hAnsi="Corbel"/>
          <w:b/>
          <w:smallCaps/>
        </w:rPr>
        <w:t>SYLABUS</w:t>
      </w:r>
    </w:p>
    <w:p w14:paraId="0FCB26DC" w14:textId="77777777" w:rsidR="0085747A" w:rsidRPr="000B0562" w:rsidRDefault="0071620A" w:rsidP="00EA4832">
      <w:pPr>
        <w:spacing w:after="0" w:line="240" w:lineRule="exact"/>
        <w:jc w:val="center"/>
        <w:rPr>
          <w:rFonts w:ascii="Corbel" w:hAnsi="Corbel"/>
          <w:smallCaps/>
        </w:rPr>
      </w:pPr>
      <w:r w:rsidRPr="000B0562">
        <w:rPr>
          <w:rFonts w:ascii="Corbel" w:hAnsi="Corbel"/>
          <w:b/>
          <w:smallCaps/>
        </w:rPr>
        <w:t>dotyczy cyklu kształcenia</w:t>
      </w:r>
      <w:r w:rsidR="000B0562">
        <w:rPr>
          <w:rFonts w:ascii="Corbel" w:hAnsi="Corbel"/>
          <w:b/>
          <w:smallCaps/>
        </w:rPr>
        <w:t xml:space="preserve"> </w:t>
      </w:r>
      <w:r w:rsidR="00275A2E" w:rsidRPr="000B0562">
        <w:rPr>
          <w:rFonts w:ascii="Corbel" w:hAnsi="Corbel"/>
          <w:smallCaps/>
          <w:sz w:val="24"/>
          <w:szCs w:val="24"/>
        </w:rPr>
        <w:t>2021</w:t>
      </w:r>
      <w:r w:rsidR="00B945C6" w:rsidRPr="000B0562">
        <w:rPr>
          <w:rFonts w:ascii="Corbel" w:hAnsi="Corbel"/>
          <w:smallCaps/>
          <w:sz w:val="24"/>
          <w:szCs w:val="24"/>
        </w:rPr>
        <w:t>/2022</w:t>
      </w:r>
      <w:r w:rsidR="00275A2E" w:rsidRPr="000B0562">
        <w:rPr>
          <w:rFonts w:ascii="Corbel" w:hAnsi="Corbel"/>
          <w:smallCaps/>
          <w:sz w:val="24"/>
          <w:szCs w:val="24"/>
        </w:rPr>
        <w:t>-</w:t>
      </w:r>
      <w:r w:rsidR="00B945C6" w:rsidRPr="000B0562">
        <w:rPr>
          <w:rFonts w:ascii="Corbel" w:hAnsi="Corbel"/>
          <w:smallCaps/>
          <w:sz w:val="24"/>
          <w:szCs w:val="24"/>
        </w:rPr>
        <w:t>2023/</w:t>
      </w:r>
      <w:r w:rsidR="00275A2E" w:rsidRPr="000B0562">
        <w:rPr>
          <w:rFonts w:ascii="Corbel" w:hAnsi="Corbel"/>
          <w:smallCaps/>
          <w:sz w:val="24"/>
          <w:szCs w:val="24"/>
        </w:rPr>
        <w:t>2024</w:t>
      </w:r>
    </w:p>
    <w:p w14:paraId="7F9E82C3" w14:textId="77777777" w:rsidR="000B0562" w:rsidRDefault="000B0562" w:rsidP="00EA4832">
      <w:pPr>
        <w:spacing w:after="0" w:line="240" w:lineRule="exact"/>
        <w:jc w:val="both"/>
        <w:rPr>
          <w:rFonts w:ascii="Corbel" w:hAnsi="Corbel"/>
          <w:i/>
        </w:rPr>
      </w:pPr>
    </w:p>
    <w:p w14:paraId="7F0B5F8F" w14:textId="77777777" w:rsidR="00445970" w:rsidRPr="000B0562" w:rsidRDefault="00445970" w:rsidP="00EA4832">
      <w:pPr>
        <w:spacing w:after="0" w:line="240" w:lineRule="exact"/>
        <w:jc w:val="both"/>
        <w:rPr>
          <w:rFonts w:ascii="Corbel" w:hAnsi="Corbel"/>
          <w:b/>
        </w:rPr>
      </w:pPr>
      <w:r w:rsidRPr="000B0562">
        <w:rPr>
          <w:rFonts w:ascii="Corbel" w:hAnsi="Corbel"/>
        </w:rPr>
        <w:tab/>
      </w:r>
      <w:r w:rsidRPr="000B0562">
        <w:rPr>
          <w:rFonts w:ascii="Corbel" w:hAnsi="Corbel"/>
        </w:rPr>
        <w:tab/>
      </w:r>
      <w:r w:rsidRPr="000B0562">
        <w:rPr>
          <w:rFonts w:ascii="Corbel" w:hAnsi="Corbel"/>
        </w:rPr>
        <w:tab/>
      </w:r>
      <w:r w:rsidRPr="000B0562">
        <w:rPr>
          <w:rFonts w:ascii="Corbel" w:hAnsi="Corbel"/>
        </w:rPr>
        <w:tab/>
      </w:r>
      <w:r w:rsidR="00275A2E" w:rsidRPr="000B0562">
        <w:rPr>
          <w:rFonts w:ascii="Corbel" w:hAnsi="Corbel"/>
        </w:rPr>
        <w:tab/>
      </w:r>
      <w:r w:rsidRPr="000B0562">
        <w:rPr>
          <w:rFonts w:ascii="Corbel" w:hAnsi="Corbel"/>
        </w:rPr>
        <w:t xml:space="preserve">Rok akademicki </w:t>
      </w:r>
      <w:r w:rsidR="00275A2E" w:rsidRPr="000B0562">
        <w:rPr>
          <w:rFonts w:ascii="Corbel" w:hAnsi="Corbel"/>
          <w:b/>
        </w:rPr>
        <w:t>2023/2024</w:t>
      </w:r>
    </w:p>
    <w:p w14:paraId="725DE05D" w14:textId="77777777" w:rsidR="0085747A" w:rsidRPr="000B0562" w:rsidRDefault="0085747A" w:rsidP="009C54AE">
      <w:pPr>
        <w:spacing w:after="0" w:line="240" w:lineRule="auto"/>
        <w:rPr>
          <w:rFonts w:ascii="Corbel" w:hAnsi="Corbel"/>
        </w:rPr>
      </w:pPr>
    </w:p>
    <w:p w14:paraId="167553E3" w14:textId="77777777" w:rsidR="0085747A" w:rsidRPr="000B0562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0B0562">
        <w:rPr>
          <w:rFonts w:ascii="Corbel" w:hAnsi="Corbel"/>
          <w:sz w:val="22"/>
        </w:rPr>
        <w:t xml:space="preserve">1. </w:t>
      </w:r>
      <w:r w:rsidR="0085747A" w:rsidRPr="000B0562">
        <w:rPr>
          <w:rFonts w:ascii="Corbel" w:hAnsi="Corbel"/>
          <w:sz w:val="22"/>
        </w:rPr>
        <w:t xml:space="preserve">Podstawowe </w:t>
      </w:r>
      <w:r w:rsidR="00445970" w:rsidRPr="000B0562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B0562" w14:paraId="504327FA" w14:textId="77777777" w:rsidTr="00B819C8">
        <w:tc>
          <w:tcPr>
            <w:tcW w:w="2694" w:type="dxa"/>
            <w:vAlign w:val="center"/>
          </w:tcPr>
          <w:p w14:paraId="2E1FE7EF" w14:textId="77777777" w:rsidR="0085747A" w:rsidRPr="000B05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1185B5" w14:textId="77777777" w:rsidR="0085747A" w:rsidRPr="000B0562" w:rsidRDefault="00C462E7" w:rsidP="00C462E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0B0562">
              <w:rPr>
                <w:rFonts w:ascii="Corbel" w:hAnsi="Corbel"/>
                <w:sz w:val="22"/>
              </w:rPr>
              <w:t>Techniki organizatorskie i decyzyjne</w:t>
            </w:r>
          </w:p>
        </w:tc>
      </w:tr>
      <w:tr w:rsidR="0085747A" w:rsidRPr="000B0562" w14:paraId="2153B2E5" w14:textId="77777777" w:rsidTr="00B819C8">
        <w:tc>
          <w:tcPr>
            <w:tcW w:w="2694" w:type="dxa"/>
            <w:vAlign w:val="center"/>
          </w:tcPr>
          <w:p w14:paraId="3B6176A4" w14:textId="77777777" w:rsidR="0085747A" w:rsidRPr="000B05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0B0562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5113CBC" w14:textId="77777777" w:rsidR="0085747A" w:rsidRPr="000B0562" w:rsidRDefault="00132F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PRA27</w:t>
            </w:r>
          </w:p>
        </w:tc>
      </w:tr>
      <w:tr w:rsidR="0085747A" w:rsidRPr="000B0562" w14:paraId="708609BA" w14:textId="77777777" w:rsidTr="00B819C8">
        <w:tc>
          <w:tcPr>
            <w:tcW w:w="2694" w:type="dxa"/>
            <w:vAlign w:val="center"/>
          </w:tcPr>
          <w:p w14:paraId="2302B051" w14:textId="77777777" w:rsidR="0085747A" w:rsidRPr="000B056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0B0562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932E4F3" w14:textId="49402F22" w:rsidR="0085747A" w:rsidRPr="000B0562" w:rsidRDefault="008A09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Kolegium Nauk Społecznych</w:t>
            </w:r>
            <w:r w:rsidR="00DE773A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</w:tr>
      <w:tr w:rsidR="00CA7C4A" w:rsidRPr="000B0562" w14:paraId="1B26BD00" w14:textId="77777777" w:rsidTr="00BB0F19">
        <w:tc>
          <w:tcPr>
            <w:tcW w:w="2694" w:type="dxa"/>
            <w:vAlign w:val="center"/>
          </w:tcPr>
          <w:p w14:paraId="61302166" w14:textId="77777777" w:rsidR="00CA7C4A" w:rsidRPr="000B0562" w:rsidRDefault="00CA7C4A" w:rsidP="00CA7C4A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7E3793" w14:textId="22645243" w:rsidR="00CA7C4A" w:rsidRPr="000B0562" w:rsidRDefault="00DE773A" w:rsidP="00CA7C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Instytut Nauk Prawnych</w:t>
            </w:r>
            <w:r>
              <w:rPr>
                <w:rFonts w:ascii="Corbel" w:hAnsi="Corbel"/>
                <w:b w:val="0"/>
                <w:sz w:val="22"/>
              </w:rPr>
              <w:t xml:space="preserve">, </w:t>
            </w:r>
            <w:r w:rsidR="00902480" w:rsidRPr="000B0562">
              <w:rPr>
                <w:rFonts w:ascii="Corbel" w:hAnsi="Corbel"/>
                <w:b w:val="0"/>
                <w:sz w:val="22"/>
              </w:rPr>
              <w:t xml:space="preserve">Zakład Nauki Administracji </w:t>
            </w:r>
          </w:p>
        </w:tc>
      </w:tr>
      <w:tr w:rsidR="00CA7C4A" w:rsidRPr="000B0562" w14:paraId="49CB5442" w14:textId="77777777" w:rsidTr="00603B6B">
        <w:tc>
          <w:tcPr>
            <w:tcW w:w="2694" w:type="dxa"/>
            <w:vAlign w:val="center"/>
          </w:tcPr>
          <w:p w14:paraId="382D5E20" w14:textId="77777777" w:rsidR="00CA7C4A" w:rsidRPr="000B0562" w:rsidRDefault="00CA7C4A" w:rsidP="00CA7C4A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</w:tcPr>
          <w:p w14:paraId="3F80C326" w14:textId="77777777" w:rsidR="00CA7C4A" w:rsidRPr="000B0562" w:rsidRDefault="00CA7C4A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 xml:space="preserve">Administracja </w:t>
            </w:r>
          </w:p>
        </w:tc>
      </w:tr>
      <w:tr w:rsidR="00CA7C4A" w:rsidRPr="000B0562" w14:paraId="3CF9E9E4" w14:textId="77777777" w:rsidTr="00603B6B">
        <w:tc>
          <w:tcPr>
            <w:tcW w:w="2694" w:type="dxa"/>
            <w:vAlign w:val="center"/>
          </w:tcPr>
          <w:p w14:paraId="186C3E72" w14:textId="77777777" w:rsidR="00CA7C4A" w:rsidRPr="000B0562" w:rsidRDefault="00CA7C4A" w:rsidP="00CA7C4A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</w:tcPr>
          <w:p w14:paraId="0BA4666C" w14:textId="77777777" w:rsidR="00CA7C4A" w:rsidRPr="000B0562" w:rsidRDefault="00CA7C4A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Studia I stopnia</w:t>
            </w:r>
          </w:p>
        </w:tc>
      </w:tr>
      <w:tr w:rsidR="00CA7C4A" w:rsidRPr="000B0562" w14:paraId="0CFE9CB5" w14:textId="77777777" w:rsidTr="00603B6B">
        <w:tc>
          <w:tcPr>
            <w:tcW w:w="2694" w:type="dxa"/>
            <w:vAlign w:val="center"/>
          </w:tcPr>
          <w:p w14:paraId="5A8EB38E" w14:textId="77777777" w:rsidR="00CA7C4A" w:rsidRPr="000B0562" w:rsidRDefault="00CA7C4A" w:rsidP="00CA7C4A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</w:tcPr>
          <w:p w14:paraId="2F8B45B9" w14:textId="77777777" w:rsidR="00CA7C4A" w:rsidRPr="000B0562" w:rsidRDefault="00CA7C4A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Praktyczny</w:t>
            </w:r>
          </w:p>
        </w:tc>
      </w:tr>
      <w:tr w:rsidR="00CA7C4A" w:rsidRPr="000B0562" w14:paraId="09FD1BF8" w14:textId="77777777" w:rsidTr="00603B6B">
        <w:tc>
          <w:tcPr>
            <w:tcW w:w="2694" w:type="dxa"/>
            <w:vAlign w:val="center"/>
          </w:tcPr>
          <w:p w14:paraId="1ECE7EB5" w14:textId="77777777" w:rsidR="00CA7C4A" w:rsidRPr="000B0562" w:rsidRDefault="00CA7C4A" w:rsidP="00CA7C4A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</w:tcPr>
          <w:p w14:paraId="72DFAD02" w14:textId="77777777" w:rsidR="00CA7C4A" w:rsidRPr="000B0562" w:rsidRDefault="00CA7C4A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Stacjonarne</w:t>
            </w:r>
          </w:p>
        </w:tc>
      </w:tr>
      <w:tr w:rsidR="00CA7C4A" w:rsidRPr="000B0562" w14:paraId="5ED2120F" w14:textId="77777777" w:rsidTr="00603B6B">
        <w:tc>
          <w:tcPr>
            <w:tcW w:w="2694" w:type="dxa"/>
            <w:vAlign w:val="center"/>
          </w:tcPr>
          <w:p w14:paraId="4E269E7C" w14:textId="77777777" w:rsidR="00CA7C4A" w:rsidRPr="000B0562" w:rsidRDefault="00CA7C4A" w:rsidP="00CA7C4A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</w:tcPr>
          <w:p w14:paraId="3A9AC706" w14:textId="649DA432" w:rsidR="00CA7C4A" w:rsidRPr="000B0562" w:rsidRDefault="00CA7C4A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 xml:space="preserve">Rok III, semestr </w:t>
            </w:r>
            <w:r w:rsidR="00350770">
              <w:rPr>
                <w:rFonts w:ascii="Corbel" w:hAnsi="Corbel"/>
              </w:rPr>
              <w:t>6</w:t>
            </w:r>
          </w:p>
        </w:tc>
      </w:tr>
      <w:tr w:rsidR="00CA7C4A" w:rsidRPr="000B0562" w14:paraId="5007CDC2" w14:textId="77777777" w:rsidTr="00603B6B">
        <w:tc>
          <w:tcPr>
            <w:tcW w:w="2694" w:type="dxa"/>
            <w:vAlign w:val="center"/>
          </w:tcPr>
          <w:p w14:paraId="3C0BC455" w14:textId="77777777" w:rsidR="00CA7C4A" w:rsidRPr="000B0562" w:rsidRDefault="00CA7C4A" w:rsidP="00CA7C4A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</w:tcPr>
          <w:p w14:paraId="2A77C686" w14:textId="77777777" w:rsidR="00CA7C4A" w:rsidRPr="000B0562" w:rsidRDefault="00CA7C4A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fakultatywny</w:t>
            </w:r>
          </w:p>
        </w:tc>
      </w:tr>
      <w:tr w:rsidR="00CA7C4A" w:rsidRPr="000B0562" w14:paraId="7E81BA40" w14:textId="77777777" w:rsidTr="00B819C8">
        <w:tc>
          <w:tcPr>
            <w:tcW w:w="2694" w:type="dxa"/>
            <w:vAlign w:val="center"/>
          </w:tcPr>
          <w:p w14:paraId="566D6577" w14:textId="77777777" w:rsidR="00CA7C4A" w:rsidRPr="000B0562" w:rsidRDefault="00CA7C4A" w:rsidP="00CA7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DA65D7" w14:textId="77777777" w:rsidR="00CA7C4A" w:rsidRPr="000B0562" w:rsidRDefault="00CA7C4A" w:rsidP="00CA7C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CA7C4A" w:rsidRPr="000B0562" w14:paraId="35EA828C" w14:textId="77777777" w:rsidTr="00B819C8">
        <w:tc>
          <w:tcPr>
            <w:tcW w:w="2694" w:type="dxa"/>
            <w:vAlign w:val="center"/>
          </w:tcPr>
          <w:p w14:paraId="51D31E96" w14:textId="77777777" w:rsidR="00CA7C4A" w:rsidRPr="000B0562" w:rsidRDefault="00CA7C4A" w:rsidP="00CA7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494BB7" w14:textId="77777777" w:rsidR="00CA7C4A" w:rsidRPr="000B0562" w:rsidRDefault="00CA7C4A" w:rsidP="00CA7C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dr hab. Agata Barczewska-Dziobek, prof. UR</w:t>
            </w:r>
          </w:p>
        </w:tc>
      </w:tr>
      <w:tr w:rsidR="00CA7C4A" w:rsidRPr="000B0562" w14:paraId="5C784EB3" w14:textId="77777777" w:rsidTr="00B819C8">
        <w:tc>
          <w:tcPr>
            <w:tcW w:w="2694" w:type="dxa"/>
            <w:vAlign w:val="center"/>
          </w:tcPr>
          <w:p w14:paraId="009F1140" w14:textId="77777777" w:rsidR="00CA7C4A" w:rsidRPr="000B0562" w:rsidRDefault="00CA7C4A" w:rsidP="00CA7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65764D" w14:textId="77777777" w:rsidR="00CA7C4A" w:rsidRPr="000B0562" w:rsidRDefault="00CA7C4A" w:rsidP="00CA7C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dr Anna Łukaszuk</w:t>
            </w:r>
            <w:r w:rsidR="004C3A6D">
              <w:rPr>
                <w:rFonts w:ascii="Corbel" w:hAnsi="Corbel"/>
                <w:b w:val="0"/>
                <w:sz w:val="22"/>
              </w:rPr>
              <w:t xml:space="preserve">, mgr Izabela Bentkowska-Furman </w:t>
            </w:r>
          </w:p>
        </w:tc>
      </w:tr>
    </w:tbl>
    <w:p w14:paraId="0E700F9C" w14:textId="77777777" w:rsidR="0085747A" w:rsidRPr="000B0562" w:rsidRDefault="0085747A" w:rsidP="00CA7C4A">
      <w:pPr>
        <w:pStyle w:val="Podpunkty"/>
        <w:spacing w:after="100" w:afterAutospacing="1"/>
        <w:ind w:left="0"/>
        <w:rPr>
          <w:rFonts w:ascii="Corbel" w:hAnsi="Corbel"/>
          <w:szCs w:val="22"/>
        </w:rPr>
      </w:pPr>
      <w:r w:rsidRPr="000B0562">
        <w:rPr>
          <w:rFonts w:ascii="Corbel" w:hAnsi="Corbel"/>
          <w:szCs w:val="22"/>
        </w:rPr>
        <w:t xml:space="preserve">* </w:t>
      </w:r>
      <w:r w:rsidRPr="000B0562">
        <w:rPr>
          <w:rFonts w:ascii="Corbel" w:hAnsi="Corbel"/>
          <w:i/>
          <w:szCs w:val="22"/>
        </w:rPr>
        <w:t>-</w:t>
      </w:r>
      <w:r w:rsidR="00B90885" w:rsidRPr="000B0562">
        <w:rPr>
          <w:rFonts w:ascii="Corbel" w:hAnsi="Corbel"/>
          <w:b w:val="0"/>
          <w:i/>
          <w:szCs w:val="22"/>
        </w:rPr>
        <w:t>opcjonalni</w:t>
      </w:r>
      <w:r w:rsidR="00B90885" w:rsidRPr="000B0562">
        <w:rPr>
          <w:rFonts w:ascii="Corbel" w:hAnsi="Corbel"/>
          <w:b w:val="0"/>
          <w:szCs w:val="22"/>
        </w:rPr>
        <w:t>e,</w:t>
      </w:r>
      <w:r w:rsidR="00800863" w:rsidRPr="000B0562">
        <w:rPr>
          <w:rFonts w:ascii="Corbel" w:hAnsi="Corbel"/>
          <w:b w:val="0"/>
          <w:szCs w:val="22"/>
        </w:rPr>
        <w:t xml:space="preserve"> </w:t>
      </w:r>
      <w:r w:rsidRPr="000B0562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0B0562">
        <w:rPr>
          <w:rFonts w:ascii="Corbel" w:hAnsi="Corbel"/>
          <w:b w:val="0"/>
          <w:i/>
          <w:szCs w:val="22"/>
        </w:rPr>
        <w:t>w Jednostce</w:t>
      </w:r>
    </w:p>
    <w:p w14:paraId="7C137A55" w14:textId="77777777" w:rsidR="0085747A" w:rsidRPr="000B0562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0B0562">
        <w:rPr>
          <w:rFonts w:ascii="Corbel" w:hAnsi="Corbel"/>
          <w:szCs w:val="22"/>
        </w:rPr>
        <w:t>1.</w:t>
      </w:r>
      <w:r w:rsidR="00E22FBC" w:rsidRPr="000B0562">
        <w:rPr>
          <w:rFonts w:ascii="Corbel" w:hAnsi="Corbel"/>
          <w:szCs w:val="22"/>
        </w:rPr>
        <w:t>1</w:t>
      </w:r>
      <w:r w:rsidRPr="000B0562">
        <w:rPr>
          <w:rFonts w:ascii="Corbel" w:hAnsi="Corbel"/>
          <w:szCs w:val="22"/>
        </w:rPr>
        <w:t xml:space="preserve">.Formy zajęć dydaktycznych, wymiar godzin i punktów ECTS </w:t>
      </w:r>
    </w:p>
    <w:p w14:paraId="12490498" w14:textId="77777777" w:rsidR="00923D7D" w:rsidRPr="000B0562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0B0562" w14:paraId="0096042A" w14:textId="77777777" w:rsidTr="00137F5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FC7C" w14:textId="77777777" w:rsidR="00015B8F" w:rsidRPr="000B0562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0562">
              <w:rPr>
                <w:rFonts w:ascii="Corbel" w:hAnsi="Corbel"/>
                <w:sz w:val="22"/>
              </w:rPr>
              <w:t>Semestr</w:t>
            </w:r>
          </w:p>
          <w:p w14:paraId="7C7FDC89" w14:textId="77777777" w:rsidR="00015B8F" w:rsidRPr="000B0562" w:rsidRDefault="002B5EA0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0562">
              <w:rPr>
                <w:rFonts w:ascii="Corbel" w:hAnsi="Corbel"/>
                <w:sz w:val="22"/>
              </w:rPr>
              <w:t>(</w:t>
            </w:r>
            <w:r w:rsidR="00363F78" w:rsidRPr="000B0562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C7C83" w14:textId="77777777" w:rsidR="00015B8F" w:rsidRPr="000B0562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0562"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9A76" w14:textId="77777777" w:rsidR="00015B8F" w:rsidRPr="000B0562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0562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77C8" w14:textId="77777777" w:rsidR="00015B8F" w:rsidRPr="000B0562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0562"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32878" w14:textId="77777777" w:rsidR="00015B8F" w:rsidRPr="000B0562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0562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6454" w14:textId="77777777" w:rsidR="00015B8F" w:rsidRPr="000B0562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0562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9B119" w14:textId="77777777" w:rsidR="00015B8F" w:rsidRPr="000B0562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0562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BE9F7" w14:textId="77777777" w:rsidR="00015B8F" w:rsidRPr="000B0562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0562"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B996C" w14:textId="77777777" w:rsidR="00015B8F" w:rsidRPr="000B0562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0B0562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9A545" w14:textId="77777777" w:rsidR="00015B8F" w:rsidRPr="000B0562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0B0562">
              <w:rPr>
                <w:rFonts w:ascii="Corbel" w:hAnsi="Corbel"/>
                <w:b/>
                <w:sz w:val="22"/>
              </w:rPr>
              <w:t>Liczba pkt</w:t>
            </w:r>
            <w:r w:rsidR="00B90885" w:rsidRPr="000B0562">
              <w:rPr>
                <w:rFonts w:ascii="Corbel" w:hAnsi="Corbel"/>
                <w:b/>
                <w:sz w:val="22"/>
              </w:rPr>
              <w:t>.</w:t>
            </w:r>
            <w:r w:rsidRPr="000B0562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0B0562" w14:paraId="2A353BA6" w14:textId="77777777" w:rsidTr="00137F5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664C" w14:textId="77777777" w:rsidR="00015B8F" w:rsidRPr="000B0562" w:rsidRDefault="004B1203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3D6F" w14:textId="77777777" w:rsidR="00015B8F" w:rsidRPr="000B0562" w:rsidRDefault="00023842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D022" w14:textId="77777777" w:rsidR="00015B8F" w:rsidRPr="000B0562" w:rsidRDefault="00023842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93E0" w14:textId="77777777" w:rsidR="00015B8F" w:rsidRPr="000B0562" w:rsidRDefault="00015B8F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6C4F3" w14:textId="77777777" w:rsidR="00015B8F" w:rsidRPr="000B0562" w:rsidRDefault="00015B8F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908B" w14:textId="77777777" w:rsidR="00015B8F" w:rsidRPr="000B0562" w:rsidRDefault="00015B8F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FE7D" w14:textId="77777777" w:rsidR="00015B8F" w:rsidRPr="000B0562" w:rsidRDefault="00015B8F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BAA9" w14:textId="77777777" w:rsidR="00015B8F" w:rsidRPr="000B0562" w:rsidRDefault="00015B8F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902E" w14:textId="77777777" w:rsidR="00015B8F" w:rsidRPr="000B0562" w:rsidRDefault="00015B8F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703AF" w14:textId="77777777" w:rsidR="00015B8F" w:rsidRPr="000B0562" w:rsidRDefault="00AE3EB4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14:paraId="573E186F" w14:textId="77777777" w:rsidR="00923D7D" w:rsidRPr="000B0562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043C3EF5" w14:textId="77777777" w:rsidR="0085747A" w:rsidRPr="000B056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0B0562">
        <w:rPr>
          <w:rFonts w:ascii="Corbel" w:hAnsi="Corbel"/>
          <w:smallCaps w:val="0"/>
          <w:sz w:val="22"/>
        </w:rPr>
        <w:t>1.</w:t>
      </w:r>
      <w:r w:rsidR="00E22FBC" w:rsidRPr="000B0562">
        <w:rPr>
          <w:rFonts w:ascii="Corbel" w:hAnsi="Corbel"/>
          <w:smallCaps w:val="0"/>
          <w:sz w:val="22"/>
        </w:rPr>
        <w:t>2</w:t>
      </w:r>
      <w:r w:rsidR="00F83B28" w:rsidRPr="000B0562">
        <w:rPr>
          <w:rFonts w:ascii="Corbel" w:hAnsi="Corbel"/>
          <w:smallCaps w:val="0"/>
          <w:sz w:val="22"/>
        </w:rPr>
        <w:t>.</w:t>
      </w:r>
      <w:r w:rsidR="00F83B28" w:rsidRPr="000B0562">
        <w:rPr>
          <w:rFonts w:ascii="Corbel" w:hAnsi="Corbel"/>
          <w:smallCaps w:val="0"/>
          <w:sz w:val="22"/>
        </w:rPr>
        <w:tab/>
      </w:r>
      <w:r w:rsidRPr="000B0562">
        <w:rPr>
          <w:rFonts w:ascii="Corbel" w:hAnsi="Corbel"/>
          <w:smallCaps w:val="0"/>
          <w:sz w:val="22"/>
        </w:rPr>
        <w:t xml:space="preserve">Sposób realizacji zajęć  </w:t>
      </w:r>
    </w:p>
    <w:p w14:paraId="1647EE4F" w14:textId="77777777" w:rsidR="00DE342C" w:rsidRPr="000B0562" w:rsidRDefault="00DE342C" w:rsidP="00DE342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0562"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Pr="000B05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08E141B" w14:textId="77777777" w:rsidR="00DE342C" w:rsidRPr="000B0562" w:rsidRDefault="00DE342C" w:rsidP="00DE342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0562">
        <w:rPr>
          <w:rFonts w:ascii="Segoe UI Symbol" w:eastAsia="MS Gothic" w:hAnsi="Segoe UI Symbol" w:cs="Segoe UI Symbol"/>
          <w:b w:val="0"/>
          <w:szCs w:val="24"/>
        </w:rPr>
        <w:t>☐</w:t>
      </w:r>
      <w:r w:rsidRPr="000B056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5A62D9E" w14:textId="77777777" w:rsidR="0085747A" w:rsidRPr="000B0562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330F020" w14:textId="77777777" w:rsidR="00E22FBC" w:rsidRPr="000B056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0B0562">
        <w:rPr>
          <w:rFonts w:ascii="Corbel" w:hAnsi="Corbel"/>
          <w:smallCaps w:val="0"/>
          <w:sz w:val="22"/>
        </w:rPr>
        <w:t xml:space="preserve">1.3 </w:t>
      </w:r>
      <w:r w:rsidR="00F83B28" w:rsidRPr="000B0562">
        <w:rPr>
          <w:rFonts w:ascii="Corbel" w:hAnsi="Corbel"/>
          <w:smallCaps w:val="0"/>
          <w:sz w:val="22"/>
        </w:rPr>
        <w:tab/>
      </w:r>
      <w:r w:rsidRPr="000B0562">
        <w:rPr>
          <w:rFonts w:ascii="Corbel" w:hAnsi="Corbel"/>
          <w:smallCaps w:val="0"/>
          <w:sz w:val="22"/>
        </w:rPr>
        <w:t>For</w:t>
      </w:r>
      <w:r w:rsidR="00445970" w:rsidRPr="000B0562">
        <w:rPr>
          <w:rFonts w:ascii="Corbel" w:hAnsi="Corbel"/>
          <w:smallCaps w:val="0"/>
          <w:sz w:val="22"/>
        </w:rPr>
        <w:t xml:space="preserve">ma zaliczenia przedmiotu </w:t>
      </w:r>
      <w:r w:rsidRPr="000B0562">
        <w:rPr>
          <w:rFonts w:ascii="Corbel" w:hAnsi="Corbel"/>
          <w:smallCaps w:val="0"/>
          <w:sz w:val="22"/>
        </w:rPr>
        <w:t xml:space="preserve"> (z toku) </w:t>
      </w:r>
      <w:r w:rsidRPr="000B0562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5778BA6A" w14:textId="77777777" w:rsidR="009C54AE" w:rsidRPr="000B0562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D945697" w14:textId="77777777" w:rsidR="00023842" w:rsidRPr="000B0562" w:rsidRDefault="00023842" w:rsidP="00023842">
      <w:pPr>
        <w:spacing w:after="0" w:line="240" w:lineRule="auto"/>
        <w:jc w:val="both"/>
        <w:rPr>
          <w:rFonts w:ascii="Corbel" w:eastAsia="Cambria" w:hAnsi="Corbel"/>
        </w:rPr>
      </w:pPr>
      <w:r w:rsidRPr="000B0562">
        <w:rPr>
          <w:rFonts w:ascii="Corbel" w:eastAsia="Cambria" w:hAnsi="Corbel"/>
        </w:rPr>
        <w:t xml:space="preserve">Wykład: </w:t>
      </w:r>
      <w:r w:rsidR="00DE342C" w:rsidRPr="000B0562">
        <w:rPr>
          <w:rFonts w:ascii="Corbel" w:eastAsia="Cambria" w:hAnsi="Corbel"/>
        </w:rPr>
        <w:t>zaliczenie z oceną</w:t>
      </w:r>
    </w:p>
    <w:p w14:paraId="4ECAAFC7" w14:textId="77777777" w:rsidR="00023842" w:rsidRPr="000B0562" w:rsidRDefault="00023842" w:rsidP="00023842">
      <w:pPr>
        <w:spacing w:after="0" w:line="240" w:lineRule="auto"/>
        <w:jc w:val="both"/>
        <w:rPr>
          <w:rFonts w:ascii="Corbel" w:hAnsi="Corbel"/>
          <w:b/>
        </w:rPr>
      </w:pPr>
      <w:r w:rsidRPr="000B0562">
        <w:rPr>
          <w:rFonts w:ascii="Corbel" w:eastAsia="Cambria" w:hAnsi="Corbel"/>
        </w:rPr>
        <w:t>ćwiczenia: zaliczenie z oceną</w:t>
      </w:r>
    </w:p>
    <w:p w14:paraId="50C645BA" w14:textId="77777777" w:rsidR="009D1BDB" w:rsidRPr="000B0562" w:rsidRDefault="009D1BDB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16DC1A4" w14:textId="77777777" w:rsidR="00E960BB" w:rsidRPr="000B0562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B0562">
        <w:rPr>
          <w:rFonts w:ascii="Corbel" w:hAnsi="Corbel"/>
          <w:sz w:val="22"/>
        </w:rPr>
        <w:t xml:space="preserve">2.Wymagania wstępne </w:t>
      </w:r>
    </w:p>
    <w:p w14:paraId="4AAA9EF2" w14:textId="77777777" w:rsidR="00CA7C4A" w:rsidRPr="000B0562" w:rsidRDefault="00CA7C4A" w:rsidP="009C54AE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0562" w14:paraId="5646E028" w14:textId="77777777" w:rsidTr="00745302">
        <w:tc>
          <w:tcPr>
            <w:tcW w:w="9670" w:type="dxa"/>
          </w:tcPr>
          <w:p w14:paraId="0EA0991C" w14:textId="77777777" w:rsidR="000410E5" w:rsidRPr="000B0562" w:rsidRDefault="000410E5" w:rsidP="000410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Student powinien posiadać:</w:t>
            </w:r>
          </w:p>
          <w:p w14:paraId="421E8FED" w14:textId="77777777" w:rsidR="009D1BDB" w:rsidRPr="000B0562" w:rsidRDefault="000410E5" w:rsidP="009D1B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•</w:t>
            </w: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ab/>
              <w:t>wiedzę dotycząca</w:t>
            </w:r>
            <w:r w:rsidR="00115D8E"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mechanizmów </w:t>
            </w: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funkcjon</w:t>
            </w:r>
            <w:r w:rsidR="009D1BDB"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owania administracji publicznej</w:t>
            </w:r>
          </w:p>
          <w:p w14:paraId="29845F40" w14:textId="77777777" w:rsidR="0085747A" w:rsidRPr="000B0562" w:rsidRDefault="000410E5" w:rsidP="009D1B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•</w:t>
            </w: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ab/>
              <w:t>zdolność log</w:t>
            </w:r>
            <w:r w:rsidR="004B1203"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icznego myślenia i wnioskowania</w:t>
            </w:r>
          </w:p>
        </w:tc>
      </w:tr>
    </w:tbl>
    <w:p w14:paraId="78124A6D" w14:textId="77777777" w:rsidR="00153C41" w:rsidRPr="000B0562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70BE2703" w14:textId="77777777" w:rsidR="0085747A" w:rsidRPr="000B0562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0B0562">
        <w:rPr>
          <w:rFonts w:ascii="Corbel" w:hAnsi="Corbel"/>
          <w:sz w:val="22"/>
        </w:rPr>
        <w:t>3.</w:t>
      </w:r>
      <w:r w:rsidR="00A84C85" w:rsidRPr="000B0562">
        <w:rPr>
          <w:rFonts w:ascii="Corbel" w:hAnsi="Corbel"/>
          <w:sz w:val="22"/>
        </w:rPr>
        <w:t>cele, efekty uczenia się</w:t>
      </w:r>
      <w:r w:rsidR="0085747A" w:rsidRPr="000B0562">
        <w:rPr>
          <w:rFonts w:ascii="Corbel" w:hAnsi="Corbel"/>
          <w:sz w:val="22"/>
        </w:rPr>
        <w:t xml:space="preserve"> , treści Programowe i stosowane metody Dydaktyczne</w:t>
      </w:r>
    </w:p>
    <w:p w14:paraId="49EBA230" w14:textId="77777777" w:rsidR="0085747A" w:rsidRPr="000B0562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FB9EE44" w14:textId="77777777" w:rsidR="0085747A" w:rsidRPr="000B0562" w:rsidRDefault="0071620A" w:rsidP="009C54AE">
      <w:pPr>
        <w:pStyle w:val="Podpunkty"/>
        <w:rPr>
          <w:rFonts w:ascii="Corbel" w:hAnsi="Corbel"/>
          <w:szCs w:val="22"/>
        </w:rPr>
      </w:pPr>
      <w:r w:rsidRPr="000B0562">
        <w:rPr>
          <w:rFonts w:ascii="Corbel" w:hAnsi="Corbel"/>
          <w:szCs w:val="22"/>
        </w:rPr>
        <w:t xml:space="preserve">3.1 </w:t>
      </w:r>
      <w:r w:rsidR="00C05F44" w:rsidRPr="000B0562">
        <w:rPr>
          <w:rFonts w:ascii="Corbel" w:hAnsi="Corbel"/>
          <w:szCs w:val="22"/>
        </w:rPr>
        <w:t>Cele przedmiotu</w:t>
      </w:r>
    </w:p>
    <w:p w14:paraId="4AF696F2" w14:textId="77777777" w:rsidR="00F83B28" w:rsidRPr="000B0562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0410E5" w:rsidRPr="000B0562" w14:paraId="0EA9D6E0" w14:textId="77777777" w:rsidTr="00AE36A0">
        <w:tc>
          <w:tcPr>
            <w:tcW w:w="851" w:type="dxa"/>
            <w:vAlign w:val="center"/>
          </w:tcPr>
          <w:p w14:paraId="71099FA6" w14:textId="77777777" w:rsidR="000410E5" w:rsidRPr="000B0562" w:rsidRDefault="000410E5" w:rsidP="000410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B0562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</w:tcPr>
          <w:p w14:paraId="193E8610" w14:textId="77777777" w:rsidR="000410E5" w:rsidRPr="000B0562" w:rsidRDefault="00211474" w:rsidP="00211474">
            <w:pPr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 xml:space="preserve">Przekazanie studentowi  wiedzy  z zakresu </w:t>
            </w:r>
            <w:r w:rsidR="000410E5" w:rsidRPr="000B0562">
              <w:rPr>
                <w:rFonts w:ascii="Corbel" w:hAnsi="Corbel"/>
              </w:rPr>
              <w:t xml:space="preserve">z zakresu </w:t>
            </w:r>
            <w:r w:rsidR="00AE3EB4" w:rsidRPr="000B0562">
              <w:rPr>
                <w:rFonts w:ascii="Corbel" w:hAnsi="Corbel"/>
              </w:rPr>
              <w:t xml:space="preserve"> technik decyzyjnych i organizatorskich w administracji publicznej.</w:t>
            </w:r>
          </w:p>
        </w:tc>
      </w:tr>
      <w:tr w:rsidR="000410E5" w:rsidRPr="000B0562" w14:paraId="2B2F1A39" w14:textId="77777777" w:rsidTr="00AE36A0">
        <w:tc>
          <w:tcPr>
            <w:tcW w:w="851" w:type="dxa"/>
            <w:vAlign w:val="center"/>
          </w:tcPr>
          <w:p w14:paraId="24A518A8" w14:textId="77777777" w:rsidR="000410E5" w:rsidRPr="000B0562" w:rsidRDefault="000410E5" w:rsidP="000410E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0B0562">
              <w:rPr>
                <w:rFonts w:ascii="Corbel" w:hAnsi="Corbel"/>
                <w:sz w:val="22"/>
                <w:szCs w:val="22"/>
              </w:rPr>
              <w:lastRenderedPageBreak/>
              <w:t>C2</w:t>
            </w:r>
          </w:p>
        </w:tc>
        <w:tc>
          <w:tcPr>
            <w:tcW w:w="8819" w:type="dxa"/>
          </w:tcPr>
          <w:p w14:paraId="6CAFB13B" w14:textId="77777777" w:rsidR="000410E5" w:rsidRPr="000B0562" w:rsidRDefault="000410E5" w:rsidP="00043173">
            <w:pPr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Student powinien nabyć umiejętności identyfikacji</w:t>
            </w:r>
            <w:r w:rsidR="00043173" w:rsidRPr="000B0562">
              <w:rPr>
                <w:rFonts w:ascii="Corbel" w:hAnsi="Corbel"/>
              </w:rPr>
              <w:t>problemów związanych z procesem podejmowania decyzji.</w:t>
            </w:r>
          </w:p>
        </w:tc>
      </w:tr>
    </w:tbl>
    <w:p w14:paraId="490DC4DD" w14:textId="77777777" w:rsidR="0085747A" w:rsidRPr="000B05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046290E" w14:textId="77777777" w:rsidR="001D7B54" w:rsidRPr="000B0562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0B0562">
        <w:rPr>
          <w:rFonts w:ascii="Corbel" w:hAnsi="Corbel"/>
          <w:b/>
        </w:rPr>
        <w:t xml:space="preserve">3.2 </w:t>
      </w:r>
      <w:r w:rsidR="001D7B54" w:rsidRPr="000B0562">
        <w:rPr>
          <w:rFonts w:ascii="Corbel" w:hAnsi="Corbel"/>
          <w:b/>
        </w:rPr>
        <w:t xml:space="preserve">Efekty </w:t>
      </w:r>
      <w:r w:rsidR="00C05F44" w:rsidRPr="000B0562">
        <w:rPr>
          <w:rFonts w:ascii="Corbel" w:hAnsi="Corbel"/>
          <w:b/>
        </w:rPr>
        <w:t xml:space="preserve">uczenia się </w:t>
      </w:r>
      <w:r w:rsidR="001D7B54" w:rsidRPr="000B0562">
        <w:rPr>
          <w:rFonts w:ascii="Corbel" w:hAnsi="Corbel"/>
          <w:b/>
        </w:rPr>
        <w:t>dla przedmiotu</w:t>
      </w:r>
    </w:p>
    <w:p w14:paraId="0EA1BE9A" w14:textId="77777777" w:rsidR="001D7B54" w:rsidRPr="000B0562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3"/>
        <w:gridCol w:w="1861"/>
      </w:tblGrid>
      <w:tr w:rsidR="0085747A" w:rsidRPr="000B0562" w14:paraId="1C1C776A" w14:textId="77777777" w:rsidTr="0071620A">
        <w:tc>
          <w:tcPr>
            <w:tcW w:w="1701" w:type="dxa"/>
            <w:vAlign w:val="center"/>
          </w:tcPr>
          <w:p w14:paraId="6E19DC7B" w14:textId="77777777" w:rsidR="0085747A" w:rsidRPr="000B0562" w:rsidRDefault="0085747A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0B0562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0B0562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0B0562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712C3FE9" w14:textId="77777777" w:rsidR="0085747A" w:rsidRPr="000B0562" w:rsidRDefault="0085747A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0B0562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0B0562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99CB6C5" w14:textId="77777777" w:rsidR="0085747A" w:rsidRPr="000B0562" w:rsidRDefault="0085747A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0B0562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4F279D" w:rsidRPr="000B0562" w14:paraId="18C83B16" w14:textId="77777777" w:rsidTr="005E6E85">
        <w:tc>
          <w:tcPr>
            <w:tcW w:w="1701" w:type="dxa"/>
          </w:tcPr>
          <w:p w14:paraId="0B1DDACD" w14:textId="77777777" w:rsidR="004F279D" w:rsidRPr="000B0562" w:rsidRDefault="004F279D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6E0834" w:rsidRPr="000B0562">
              <w:rPr>
                <w:rFonts w:ascii="Corbel" w:hAnsi="Corbel"/>
                <w:b w:val="0"/>
                <w:smallCaps w:val="0"/>
                <w:sz w:val="22"/>
              </w:rPr>
              <w:t>01</w:t>
            </w:r>
          </w:p>
        </w:tc>
        <w:tc>
          <w:tcPr>
            <w:tcW w:w="6096" w:type="dxa"/>
          </w:tcPr>
          <w:p w14:paraId="135FB448" w14:textId="77777777" w:rsidR="004F279D" w:rsidRPr="000B0562" w:rsidRDefault="00447645" w:rsidP="000B05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Student  dysponuje uporządkowaną wiedzą na temat podstawowych kategorii  w zakresie technik organizatorskich i decyzyjnych, procesu decyzyjnego w administracji publicznej.</w:t>
            </w:r>
          </w:p>
        </w:tc>
        <w:tc>
          <w:tcPr>
            <w:tcW w:w="1873" w:type="dxa"/>
          </w:tcPr>
          <w:p w14:paraId="5993DE69" w14:textId="77777777" w:rsidR="003D43A0" w:rsidRPr="000B0562" w:rsidRDefault="00927782" w:rsidP="003D43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3F5EBB" w:rsidRPr="000B0562" w14:paraId="39E59301" w14:textId="77777777" w:rsidTr="005E6E85">
        <w:tc>
          <w:tcPr>
            <w:tcW w:w="1701" w:type="dxa"/>
          </w:tcPr>
          <w:p w14:paraId="548F85C5" w14:textId="77777777" w:rsidR="003F5EBB" w:rsidRPr="000B0562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210BBB0C" w14:textId="77777777" w:rsidR="005B16FD" w:rsidRPr="000B0562" w:rsidRDefault="00055C3B" w:rsidP="000B05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Student ma</w:t>
            </w:r>
            <w:r w:rsidR="00927782" w:rsidRPr="000B0562">
              <w:rPr>
                <w:rFonts w:ascii="Corbel" w:hAnsi="Corbel"/>
                <w:b w:val="0"/>
                <w:smallCaps w:val="0"/>
                <w:sz w:val="22"/>
              </w:rPr>
              <w:t xml:space="preserve"> wiedzę o metodach i narzędziach, w tym technikach pozyskiwania informacji o obowiązującym prawie i danych odnoszących się do życia społeczno-gospodarczego oraz o procesach zmian struktur i instytucji administracji publicznej, instytucji Unii Europejskiej, sądownictwa krajowego i międzynarodowego, a także systemach partyjnych oraz charakteryzuje przyczyny, przebieg, skalę i konsekwencje tych zmian w sferze prawnej i prawno-administracyjnej;</w:t>
            </w:r>
          </w:p>
        </w:tc>
        <w:tc>
          <w:tcPr>
            <w:tcW w:w="1873" w:type="dxa"/>
          </w:tcPr>
          <w:p w14:paraId="5A138516" w14:textId="77777777" w:rsidR="003F5EBB" w:rsidRPr="000B0562" w:rsidRDefault="00927782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</w:tc>
      </w:tr>
      <w:tr w:rsidR="003F5EBB" w:rsidRPr="000B0562" w14:paraId="30D65856" w14:textId="77777777" w:rsidTr="005E6E85">
        <w:tc>
          <w:tcPr>
            <w:tcW w:w="1701" w:type="dxa"/>
          </w:tcPr>
          <w:p w14:paraId="37456A6D" w14:textId="77777777" w:rsidR="003F5EBB" w:rsidRPr="000B0562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7D10A200" w14:textId="77777777" w:rsidR="005B16FD" w:rsidRPr="000B0562" w:rsidRDefault="005B16FD" w:rsidP="000B05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 xml:space="preserve">Student ma </w:t>
            </w:r>
            <w:r w:rsidR="00A12871" w:rsidRPr="000B0562">
              <w:rPr>
                <w:rFonts w:ascii="Corbel" w:hAnsi="Corbel"/>
                <w:b w:val="0"/>
                <w:smallCaps w:val="0"/>
                <w:sz w:val="22"/>
              </w:rPr>
              <w:t xml:space="preserve"> podstawową wiedzę o </w:t>
            </w:r>
            <w:r w:rsidRPr="000B0562">
              <w:rPr>
                <w:rFonts w:ascii="Corbel" w:hAnsi="Corbel"/>
                <w:b w:val="0"/>
                <w:smallCaps w:val="0"/>
                <w:sz w:val="22"/>
              </w:rPr>
              <w:t>roli decydenta w procesie podejmowania decyzji, udziale podwładnych  oraz kons</w:t>
            </w:r>
            <w:r w:rsidR="00F93B44" w:rsidRPr="000B0562">
              <w:rPr>
                <w:rFonts w:ascii="Corbel" w:hAnsi="Corbel"/>
                <w:b w:val="0"/>
                <w:smallCaps w:val="0"/>
                <w:sz w:val="22"/>
              </w:rPr>
              <w:t xml:space="preserve">ultantów w procesie decydowania </w:t>
            </w:r>
            <w:r w:rsidRPr="000B0562">
              <w:rPr>
                <w:rFonts w:ascii="Corbel" w:hAnsi="Corbel"/>
                <w:b w:val="0"/>
                <w:smallCaps w:val="0"/>
                <w:sz w:val="22"/>
              </w:rPr>
              <w:t>z uwzględnieniem przysługujących im praw i zasad ochrony;</w:t>
            </w:r>
          </w:p>
        </w:tc>
        <w:tc>
          <w:tcPr>
            <w:tcW w:w="1873" w:type="dxa"/>
          </w:tcPr>
          <w:p w14:paraId="0223C201" w14:textId="77777777" w:rsidR="003F5EBB" w:rsidRPr="000B0562" w:rsidRDefault="00A12871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3F5EBB" w:rsidRPr="000B0562" w14:paraId="158DB8CE" w14:textId="77777777" w:rsidTr="005E6E85">
        <w:tc>
          <w:tcPr>
            <w:tcW w:w="1701" w:type="dxa"/>
          </w:tcPr>
          <w:p w14:paraId="2A07A906" w14:textId="77777777" w:rsidR="003F5EBB" w:rsidRPr="000B0562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02EC0421" w14:textId="77777777" w:rsidR="003F5EBB" w:rsidRPr="000B0562" w:rsidRDefault="00DC689E" w:rsidP="000B05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3F5EBB" w:rsidRPr="000B0562">
              <w:rPr>
                <w:rFonts w:ascii="Corbel" w:hAnsi="Corbel"/>
                <w:b w:val="0"/>
                <w:smallCaps w:val="0"/>
                <w:sz w:val="22"/>
              </w:rPr>
              <w:t>dysponuje wiedzą z zakresu procesów decyzyjnych w kontekście mechanizmów rządzenia i administrowania</w:t>
            </w:r>
          </w:p>
        </w:tc>
        <w:tc>
          <w:tcPr>
            <w:tcW w:w="1873" w:type="dxa"/>
          </w:tcPr>
          <w:p w14:paraId="33671B43" w14:textId="77777777" w:rsidR="003F5EBB" w:rsidRPr="000B0562" w:rsidRDefault="003F5EBB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3F5EBB" w:rsidRPr="000B0562" w14:paraId="6E81400B" w14:textId="77777777" w:rsidTr="005E6E85">
        <w:tc>
          <w:tcPr>
            <w:tcW w:w="1701" w:type="dxa"/>
          </w:tcPr>
          <w:p w14:paraId="78F76AAF" w14:textId="77777777" w:rsidR="003F5EBB" w:rsidRPr="000B0562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46C4B016" w14:textId="77777777" w:rsidR="003F5EBB" w:rsidRPr="000B0562" w:rsidRDefault="00DC689E" w:rsidP="000B05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Student w</w:t>
            </w:r>
            <w:r w:rsidR="00B95BD3" w:rsidRPr="000B0562">
              <w:rPr>
                <w:rFonts w:ascii="Corbel" w:hAnsi="Corbel"/>
                <w:b w:val="0"/>
                <w:smallCaps w:val="0"/>
                <w:sz w:val="22"/>
              </w:rPr>
              <w:t>ykorzystuje orzecznictwo sądowe do prognozowania skutków działań podejmowanych w zakresie rozstrzygania indywidualnych spraw z zakresu administracji publicznej oraz wykorzystuje standardowe metody i narzędzia właściwe dla nauk prawnych przy rozwiązywaniu prostych problemów w obszarze administracji publicznej;</w:t>
            </w:r>
          </w:p>
        </w:tc>
        <w:tc>
          <w:tcPr>
            <w:tcW w:w="1873" w:type="dxa"/>
          </w:tcPr>
          <w:p w14:paraId="02A42738" w14:textId="77777777" w:rsidR="003F5EBB" w:rsidRPr="000B0562" w:rsidRDefault="00B95BD3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4F279D" w:rsidRPr="000B0562" w14:paraId="163315CC" w14:textId="77777777" w:rsidTr="005E6E85">
        <w:tc>
          <w:tcPr>
            <w:tcW w:w="1701" w:type="dxa"/>
          </w:tcPr>
          <w:p w14:paraId="6F82E8BF" w14:textId="77777777" w:rsidR="004F279D" w:rsidRPr="000B0562" w:rsidRDefault="004F279D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431450" w:rsidRPr="000B0562">
              <w:rPr>
                <w:rFonts w:ascii="Corbel" w:hAnsi="Corbel"/>
                <w:b w:val="0"/>
                <w:smallCaps w:val="0"/>
                <w:sz w:val="22"/>
              </w:rPr>
              <w:t>06</w:t>
            </w:r>
          </w:p>
        </w:tc>
        <w:tc>
          <w:tcPr>
            <w:tcW w:w="6096" w:type="dxa"/>
          </w:tcPr>
          <w:p w14:paraId="0C27D6CF" w14:textId="77777777" w:rsidR="004F279D" w:rsidRPr="000B0562" w:rsidRDefault="003305E4" w:rsidP="000B0562">
            <w:pPr>
              <w:spacing w:after="0"/>
              <w:jc w:val="both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Student</w:t>
            </w:r>
            <w:r w:rsidR="006E0834" w:rsidRPr="000B0562">
              <w:rPr>
                <w:rFonts w:ascii="Corbel" w:hAnsi="Corbel"/>
              </w:rPr>
              <w:t xml:space="preserve"> potrafi właściwie analizować uzyskane informacje, dokonywać ich interpretacji, a także wyciągać wnioski praktyczne oraz formułować i uzasadniać opinie;</w:t>
            </w:r>
          </w:p>
        </w:tc>
        <w:tc>
          <w:tcPr>
            <w:tcW w:w="1873" w:type="dxa"/>
          </w:tcPr>
          <w:p w14:paraId="6F687A92" w14:textId="77777777" w:rsidR="004F279D" w:rsidRPr="000B0562" w:rsidRDefault="003305E4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K_U05</w:t>
            </w:r>
          </w:p>
        </w:tc>
      </w:tr>
      <w:tr w:rsidR="003F5EBB" w:rsidRPr="000B0562" w14:paraId="0A2D16B5" w14:textId="77777777" w:rsidTr="005E6E85">
        <w:tc>
          <w:tcPr>
            <w:tcW w:w="1701" w:type="dxa"/>
          </w:tcPr>
          <w:p w14:paraId="40D7F62C" w14:textId="77777777" w:rsidR="003F5EBB" w:rsidRPr="000B0562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14:paraId="380BBF44" w14:textId="77777777" w:rsidR="003F5EBB" w:rsidRPr="000B0562" w:rsidRDefault="007C431E" w:rsidP="000B0562">
            <w:pPr>
              <w:spacing w:after="0"/>
              <w:jc w:val="both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Student u</w:t>
            </w:r>
            <w:r w:rsidR="00B95BD3" w:rsidRPr="000B0562">
              <w:rPr>
                <w:rFonts w:ascii="Corbel" w:hAnsi="Corbel"/>
              </w:rPr>
              <w:t>mie oszacować i praktycznie wykorzystać czas potrzebny na realizację zleconego zadania; potrafi opracować i zrealizować harmonogram prac zapewniający dotrzymanie terminów;</w:t>
            </w:r>
          </w:p>
        </w:tc>
        <w:tc>
          <w:tcPr>
            <w:tcW w:w="1873" w:type="dxa"/>
          </w:tcPr>
          <w:p w14:paraId="35B55FE8" w14:textId="77777777" w:rsidR="003F5EBB" w:rsidRPr="000B0562" w:rsidRDefault="00B95BD3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K_U06</w:t>
            </w:r>
          </w:p>
        </w:tc>
      </w:tr>
      <w:tr w:rsidR="004A729A" w:rsidRPr="000B0562" w14:paraId="1990A176" w14:textId="77777777" w:rsidTr="005E6E85">
        <w:tc>
          <w:tcPr>
            <w:tcW w:w="1701" w:type="dxa"/>
          </w:tcPr>
          <w:p w14:paraId="7ECCE5E8" w14:textId="77777777" w:rsidR="004A729A" w:rsidRPr="000B0562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14:paraId="159CF26A" w14:textId="77777777" w:rsidR="004A729A" w:rsidRPr="000B0562" w:rsidRDefault="007C431E" w:rsidP="000B0562">
            <w:pPr>
              <w:spacing w:after="0"/>
              <w:jc w:val="both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Student p</w:t>
            </w:r>
            <w:r w:rsidR="0012758D" w:rsidRPr="000B0562">
              <w:rPr>
                <w:rFonts w:ascii="Corbel" w:hAnsi="Corbel"/>
              </w:rPr>
              <w:t>osiada umiejętność wykorzystania zdobytej wiedzy teoretycznej i praktycznej w pracy urzędniczej niskiego oraz średniego szczebla w różnych podmiotach, organach i instytucjach administracji publicznej, podmiotach niepublicznych, firmach prywatnych oraz prowadzenia indywidualnej działalności gospodarczej, a także wykorzystuje wiedzę nabytą podczas praktyk zawodowych na studiach administracyjnych służąc pomocą głównym podmiotom decyzyjnym np. w znajdowaniu aktów normatywnych i tworzeniu zarysu projektów dokumentacji;</w:t>
            </w:r>
          </w:p>
        </w:tc>
        <w:tc>
          <w:tcPr>
            <w:tcW w:w="1873" w:type="dxa"/>
          </w:tcPr>
          <w:p w14:paraId="410C8D2C" w14:textId="77777777" w:rsidR="004A729A" w:rsidRPr="000B0562" w:rsidRDefault="0012758D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K_U09</w:t>
            </w:r>
          </w:p>
        </w:tc>
      </w:tr>
      <w:tr w:rsidR="004A729A" w:rsidRPr="000B0562" w14:paraId="038180EA" w14:textId="77777777" w:rsidTr="005E6E85">
        <w:tc>
          <w:tcPr>
            <w:tcW w:w="1701" w:type="dxa"/>
          </w:tcPr>
          <w:p w14:paraId="5C8EE27D" w14:textId="77777777" w:rsidR="004A729A" w:rsidRPr="000B0562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</w:tcPr>
          <w:p w14:paraId="7093BF35" w14:textId="77777777" w:rsidR="004A729A" w:rsidRPr="000B0562" w:rsidRDefault="00A67BC6" w:rsidP="000B0562">
            <w:pPr>
              <w:spacing w:after="0"/>
              <w:jc w:val="both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Student p</w:t>
            </w:r>
            <w:r w:rsidR="0012758D" w:rsidRPr="000B0562">
              <w:rPr>
                <w:rFonts w:ascii="Corbel" w:hAnsi="Corbel"/>
              </w:rPr>
              <w:t xml:space="preserve">osiada umiejętność rozumienia i analizowania zmian w ustawodawstwie prawnym, w szczególności </w:t>
            </w:r>
            <w:r w:rsidR="0012758D" w:rsidRPr="000B0562">
              <w:rPr>
                <w:rFonts w:ascii="Corbel" w:hAnsi="Corbel"/>
              </w:rPr>
              <w:lastRenderedPageBreak/>
              <w:t>prawnoadministracyjnym kształtującym podstawowe stosunki społeczne;</w:t>
            </w:r>
          </w:p>
        </w:tc>
        <w:tc>
          <w:tcPr>
            <w:tcW w:w="1873" w:type="dxa"/>
          </w:tcPr>
          <w:p w14:paraId="6F1B405F" w14:textId="77777777" w:rsidR="004A729A" w:rsidRPr="000B0562" w:rsidRDefault="0012758D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lastRenderedPageBreak/>
              <w:t>K_U10</w:t>
            </w:r>
          </w:p>
        </w:tc>
      </w:tr>
      <w:tr w:rsidR="004A729A" w:rsidRPr="000B0562" w14:paraId="27142E0B" w14:textId="77777777" w:rsidTr="005E6E85">
        <w:tc>
          <w:tcPr>
            <w:tcW w:w="1701" w:type="dxa"/>
          </w:tcPr>
          <w:p w14:paraId="1A3B42FD" w14:textId="77777777" w:rsidR="004A729A" w:rsidRPr="000B0562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</w:tcPr>
          <w:p w14:paraId="6E859D4D" w14:textId="77777777" w:rsidR="004A729A" w:rsidRPr="000B0562" w:rsidRDefault="00000690" w:rsidP="000B0562">
            <w:pPr>
              <w:spacing w:after="0"/>
              <w:jc w:val="both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 xml:space="preserve">Student potrafi przygotować projekty pism związanych z delegowaniem uprawnień decyzyjnych, </w:t>
            </w:r>
            <w:r w:rsidR="0067154C" w:rsidRPr="000B0562">
              <w:rPr>
                <w:rFonts w:ascii="Corbel" w:hAnsi="Corbel"/>
              </w:rPr>
              <w:t>ustaleniem kryteriów podejmowania decyzji</w:t>
            </w:r>
            <w:r w:rsidR="00E71070" w:rsidRPr="000B0562">
              <w:rPr>
                <w:rFonts w:ascii="Corbel" w:hAnsi="Corbel"/>
              </w:rPr>
              <w:t>;</w:t>
            </w:r>
          </w:p>
        </w:tc>
        <w:tc>
          <w:tcPr>
            <w:tcW w:w="1873" w:type="dxa"/>
          </w:tcPr>
          <w:p w14:paraId="16F0986C" w14:textId="77777777" w:rsidR="004A729A" w:rsidRPr="000B0562" w:rsidRDefault="0012758D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K_U11</w:t>
            </w:r>
          </w:p>
        </w:tc>
      </w:tr>
      <w:tr w:rsidR="004A729A" w:rsidRPr="000B0562" w14:paraId="235F851A" w14:textId="77777777" w:rsidTr="005E6E85">
        <w:tc>
          <w:tcPr>
            <w:tcW w:w="1701" w:type="dxa"/>
          </w:tcPr>
          <w:p w14:paraId="4C37286C" w14:textId="77777777" w:rsidR="004A729A" w:rsidRPr="000B0562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6" w:type="dxa"/>
          </w:tcPr>
          <w:p w14:paraId="7B169B8F" w14:textId="77777777" w:rsidR="00561F83" w:rsidRPr="000B0562" w:rsidRDefault="00000690" w:rsidP="000B0562">
            <w:pPr>
              <w:spacing w:after="0"/>
              <w:jc w:val="both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Student potrafi przygotować prace pisemne i prezentacje multimedialne, wystąpienia ustne, takie jak referaty, odczyty, poświęcone konkretnemu zagadnieniu z zakresu procesu decyzyjnego i jego etapów, delegowania uprawnień decyzyjnych, deliber</w:t>
            </w:r>
            <w:r w:rsidR="00E71070" w:rsidRPr="000B0562">
              <w:rPr>
                <w:rFonts w:ascii="Corbel" w:hAnsi="Corbel"/>
              </w:rPr>
              <w:t>atywnych</w:t>
            </w:r>
            <w:r w:rsidRPr="000B0562">
              <w:rPr>
                <w:rFonts w:ascii="Corbel" w:hAnsi="Corbel"/>
              </w:rPr>
              <w:t xml:space="preserve"> metod podejmowania decyzji. Potrafi, uczestnicząc w dyskusji merytorycznie argumentować oraz prawidłowo formułować wnioski, a także rozstrzygać o zaistniałych problemach.</w:t>
            </w:r>
          </w:p>
        </w:tc>
        <w:tc>
          <w:tcPr>
            <w:tcW w:w="1873" w:type="dxa"/>
          </w:tcPr>
          <w:p w14:paraId="2D5AC578" w14:textId="77777777" w:rsidR="004A729A" w:rsidRPr="000B0562" w:rsidRDefault="0012758D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K_U13</w:t>
            </w:r>
          </w:p>
          <w:p w14:paraId="0E5664A3" w14:textId="77777777" w:rsidR="00561F83" w:rsidRPr="000B0562" w:rsidRDefault="00561F83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K_U15</w:t>
            </w:r>
          </w:p>
        </w:tc>
      </w:tr>
      <w:tr w:rsidR="009559DB" w:rsidRPr="000B0562" w14:paraId="1B6E0817" w14:textId="77777777" w:rsidTr="005E6E85">
        <w:tc>
          <w:tcPr>
            <w:tcW w:w="1701" w:type="dxa"/>
          </w:tcPr>
          <w:p w14:paraId="2281FFA7" w14:textId="77777777" w:rsidR="009559DB" w:rsidRPr="000B0562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6" w:type="dxa"/>
          </w:tcPr>
          <w:p w14:paraId="70396EE6" w14:textId="77777777" w:rsidR="009559DB" w:rsidRPr="000B0562" w:rsidRDefault="00B05D0C" w:rsidP="000B0562">
            <w:pPr>
              <w:spacing w:after="0"/>
              <w:jc w:val="both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Student w</w:t>
            </w:r>
            <w:r w:rsidR="009559DB" w:rsidRPr="000B0562">
              <w:rPr>
                <w:rFonts w:ascii="Corbel" w:hAnsi="Corbel"/>
              </w:rPr>
              <w:t xml:space="preserve">ykazuje gotowość do podejmowania wyzwań zawodowych, wykazuje aktywność, trud oraz wytrwałość w realizacji indywidualnej i zespołowej działań w dziedzinie administracji publicznej, wykazuje odpowiedzialność przed współpracownikami i innymi członkami społeczeństwa;; </w:t>
            </w:r>
          </w:p>
        </w:tc>
        <w:tc>
          <w:tcPr>
            <w:tcW w:w="1873" w:type="dxa"/>
          </w:tcPr>
          <w:p w14:paraId="66606776" w14:textId="77777777" w:rsidR="009559DB" w:rsidRPr="000B0562" w:rsidRDefault="009559DB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K_K01</w:t>
            </w:r>
          </w:p>
        </w:tc>
      </w:tr>
      <w:tr w:rsidR="009559DB" w:rsidRPr="000B0562" w14:paraId="162AECD6" w14:textId="77777777" w:rsidTr="005E6E85">
        <w:tc>
          <w:tcPr>
            <w:tcW w:w="1701" w:type="dxa"/>
          </w:tcPr>
          <w:p w14:paraId="6739153F" w14:textId="77777777" w:rsidR="009559DB" w:rsidRPr="000B0562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6096" w:type="dxa"/>
          </w:tcPr>
          <w:p w14:paraId="13F10940" w14:textId="77777777" w:rsidR="009559DB" w:rsidRPr="000B0562" w:rsidRDefault="00B05D0C" w:rsidP="000B0562">
            <w:pPr>
              <w:spacing w:after="0"/>
              <w:jc w:val="both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Student p</w:t>
            </w:r>
            <w:r w:rsidR="009559DB" w:rsidRPr="000B0562">
              <w:rPr>
                <w:rFonts w:ascii="Corbel" w:hAnsi="Corbel"/>
              </w:rPr>
              <w:t xml:space="preserve">otrafi współdziałać i pracować w grupie, przyjmując w niej różne role, komunikować się z otoczeniem zwłaszcza z punktu widzenia pracy w organach administracji w sektorze publicznym i prywatnym; </w:t>
            </w:r>
          </w:p>
        </w:tc>
        <w:tc>
          <w:tcPr>
            <w:tcW w:w="1873" w:type="dxa"/>
          </w:tcPr>
          <w:p w14:paraId="20FC9D4A" w14:textId="77777777" w:rsidR="009559DB" w:rsidRPr="000B0562" w:rsidRDefault="009559DB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K_K02</w:t>
            </w:r>
          </w:p>
        </w:tc>
      </w:tr>
      <w:tr w:rsidR="009559DB" w:rsidRPr="000B0562" w14:paraId="7B72EA43" w14:textId="77777777" w:rsidTr="005E6E85">
        <w:tc>
          <w:tcPr>
            <w:tcW w:w="1701" w:type="dxa"/>
          </w:tcPr>
          <w:p w14:paraId="07CC9620" w14:textId="77777777" w:rsidR="009559DB" w:rsidRPr="000B0562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096" w:type="dxa"/>
          </w:tcPr>
          <w:p w14:paraId="4EA80EEF" w14:textId="77777777" w:rsidR="009559DB" w:rsidRPr="000B0562" w:rsidRDefault="00B05D0C" w:rsidP="000B0562">
            <w:pPr>
              <w:spacing w:after="0"/>
              <w:jc w:val="both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Student p</w:t>
            </w:r>
            <w:r w:rsidR="009559DB" w:rsidRPr="000B0562">
              <w:rPr>
                <w:rFonts w:ascii="Corbel" w:hAnsi="Corbel"/>
              </w:rPr>
              <w:t>otrafi odpowiednio określić priorytety służące realizacji określonego przez siebie lub innych zadania zarówno w trakcie zajęć na studiach, jak i patrząc przez pryzmat pracy w organach administracji; potrafi przygotować odpowiedni harmonogram pracy, optymalizując wykorzystanie narzędzi i czasu na potrzeby realizowanego zadania</w:t>
            </w:r>
          </w:p>
        </w:tc>
        <w:tc>
          <w:tcPr>
            <w:tcW w:w="1873" w:type="dxa"/>
          </w:tcPr>
          <w:p w14:paraId="2051C157" w14:textId="77777777" w:rsidR="009559DB" w:rsidRPr="000B0562" w:rsidRDefault="009559DB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K_K03</w:t>
            </w:r>
          </w:p>
        </w:tc>
      </w:tr>
      <w:tr w:rsidR="009559DB" w:rsidRPr="000B0562" w14:paraId="58396F54" w14:textId="77777777" w:rsidTr="005E6E85">
        <w:tc>
          <w:tcPr>
            <w:tcW w:w="1701" w:type="dxa"/>
          </w:tcPr>
          <w:p w14:paraId="02920D5F" w14:textId="77777777" w:rsidR="009559DB" w:rsidRPr="000B0562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096" w:type="dxa"/>
          </w:tcPr>
          <w:p w14:paraId="3817A0E5" w14:textId="77777777" w:rsidR="00B05D0C" w:rsidRPr="000B0562" w:rsidRDefault="00B05D0C" w:rsidP="000B0562">
            <w:pPr>
              <w:spacing w:after="0"/>
              <w:jc w:val="both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Student p</w:t>
            </w:r>
            <w:r w:rsidR="009559DB" w:rsidRPr="000B0562">
              <w:rPr>
                <w:rFonts w:ascii="Corbel" w:hAnsi="Corbel"/>
              </w:rPr>
              <w:t>osługuje się wiedzą z zakresu nauk o administracji oraz prawidłowo identyfikuje i rozstrzyga dylematy związane z wykonywaniem zawodu urzędnika administracji;</w:t>
            </w:r>
          </w:p>
        </w:tc>
        <w:tc>
          <w:tcPr>
            <w:tcW w:w="1873" w:type="dxa"/>
          </w:tcPr>
          <w:p w14:paraId="7D84518C" w14:textId="77777777" w:rsidR="009559DB" w:rsidRPr="000B0562" w:rsidRDefault="009559DB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K_K04</w:t>
            </w:r>
          </w:p>
        </w:tc>
      </w:tr>
      <w:tr w:rsidR="009559DB" w:rsidRPr="000B0562" w14:paraId="4D024E8D" w14:textId="77777777" w:rsidTr="005E6E85">
        <w:tc>
          <w:tcPr>
            <w:tcW w:w="1701" w:type="dxa"/>
          </w:tcPr>
          <w:p w14:paraId="2E70D2F1" w14:textId="77777777" w:rsidR="009559DB" w:rsidRPr="000B0562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EK_16</w:t>
            </w:r>
          </w:p>
        </w:tc>
        <w:tc>
          <w:tcPr>
            <w:tcW w:w="6096" w:type="dxa"/>
          </w:tcPr>
          <w:p w14:paraId="395930D5" w14:textId="77777777" w:rsidR="009559DB" w:rsidRPr="000B0562" w:rsidRDefault="00B05D0C" w:rsidP="000B0562">
            <w:pPr>
              <w:spacing w:after="0"/>
              <w:jc w:val="both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Student u</w:t>
            </w:r>
            <w:r w:rsidR="009559DB" w:rsidRPr="000B0562">
              <w:rPr>
                <w:rFonts w:ascii="Corbel" w:hAnsi="Corbel"/>
              </w:rPr>
              <w:t>mie uczestniczyć w elementarnym zakresie w przygotowaniu projektów społecznych (umie projektować rozwiązania prawne, konstruować podstawy działania i zarządzania różnego rodzaju instytucji i organizacji z obszaru administracji), uwzględniając aspekty prawne, ekonomiczne i polityczne, potrafi przygotowywać samodzielnie lub w grupie projekty społeczne i właściwie je uzasadnić</w:t>
            </w:r>
            <w:r w:rsidR="00526011" w:rsidRPr="000B0562">
              <w:rPr>
                <w:rFonts w:ascii="Corbel" w:hAnsi="Corbel"/>
              </w:rPr>
              <w:t>;</w:t>
            </w:r>
          </w:p>
        </w:tc>
        <w:tc>
          <w:tcPr>
            <w:tcW w:w="1873" w:type="dxa"/>
          </w:tcPr>
          <w:p w14:paraId="2DB32795" w14:textId="77777777" w:rsidR="009559DB" w:rsidRPr="000B0562" w:rsidRDefault="009559DB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K_K05</w:t>
            </w:r>
          </w:p>
        </w:tc>
      </w:tr>
      <w:tr w:rsidR="003305E4" w:rsidRPr="000B0562" w14:paraId="32BB889E" w14:textId="77777777" w:rsidTr="005E6E85">
        <w:tc>
          <w:tcPr>
            <w:tcW w:w="1701" w:type="dxa"/>
          </w:tcPr>
          <w:p w14:paraId="6C8C65BD" w14:textId="77777777" w:rsidR="003305E4" w:rsidRPr="000B0562" w:rsidRDefault="003305E4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431450" w:rsidRPr="000B0562">
              <w:rPr>
                <w:rFonts w:ascii="Corbel" w:hAnsi="Corbel"/>
                <w:b w:val="0"/>
                <w:smallCaps w:val="0"/>
                <w:sz w:val="22"/>
              </w:rPr>
              <w:t>17</w:t>
            </w:r>
          </w:p>
        </w:tc>
        <w:tc>
          <w:tcPr>
            <w:tcW w:w="6096" w:type="dxa"/>
          </w:tcPr>
          <w:p w14:paraId="612800CA" w14:textId="77777777" w:rsidR="003305E4" w:rsidRPr="000B0562" w:rsidRDefault="00B05D0C" w:rsidP="000B0562">
            <w:pPr>
              <w:spacing w:after="0"/>
              <w:jc w:val="both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Student  p</w:t>
            </w:r>
            <w:r w:rsidR="007B1A43" w:rsidRPr="000B0562">
              <w:rPr>
                <w:rFonts w:ascii="Corbel" w:hAnsi="Corbel"/>
              </w:rPr>
              <w:t>otrafi uzupełniać i doskonalić nabytą wiedzę i umiejętności, korzystając z dostępnych źródeł w literaturze fachowej i technologii informacyjnych, posiada zdolność do pogłębiania wiedzy i nadążania za zmianami prawa;</w:t>
            </w:r>
          </w:p>
        </w:tc>
        <w:tc>
          <w:tcPr>
            <w:tcW w:w="1873" w:type="dxa"/>
          </w:tcPr>
          <w:p w14:paraId="56B32C68" w14:textId="77777777" w:rsidR="003305E4" w:rsidRPr="000B0562" w:rsidRDefault="00043173" w:rsidP="00CA7C4A">
            <w:pPr>
              <w:spacing w:after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K</w:t>
            </w:r>
            <w:r w:rsidR="006E0834" w:rsidRPr="000B0562">
              <w:rPr>
                <w:rFonts w:ascii="Corbel" w:hAnsi="Corbel"/>
              </w:rPr>
              <w:t>_K06</w:t>
            </w:r>
          </w:p>
        </w:tc>
      </w:tr>
    </w:tbl>
    <w:p w14:paraId="5F74F262" w14:textId="77777777" w:rsidR="0085747A" w:rsidRPr="000B0562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24838367" w14:textId="77777777" w:rsidR="0085747A" w:rsidRPr="000B056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B0562">
        <w:rPr>
          <w:rFonts w:ascii="Corbel" w:hAnsi="Corbel"/>
          <w:b/>
        </w:rPr>
        <w:t>3.3</w:t>
      </w:r>
      <w:r w:rsidR="0085747A" w:rsidRPr="000B0562">
        <w:rPr>
          <w:rFonts w:ascii="Corbel" w:hAnsi="Corbel"/>
          <w:b/>
        </w:rPr>
        <w:t>T</w:t>
      </w:r>
      <w:r w:rsidR="001D7B54" w:rsidRPr="000B0562">
        <w:rPr>
          <w:rFonts w:ascii="Corbel" w:hAnsi="Corbel"/>
          <w:b/>
        </w:rPr>
        <w:t xml:space="preserve">reści programowe </w:t>
      </w:r>
    </w:p>
    <w:p w14:paraId="6454CC2D" w14:textId="77777777" w:rsidR="0085747A" w:rsidRPr="000B056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0B0562">
        <w:rPr>
          <w:rFonts w:ascii="Corbel" w:hAnsi="Corbel"/>
        </w:rPr>
        <w:t xml:space="preserve">Problematyka wykładu </w:t>
      </w:r>
    </w:p>
    <w:p w14:paraId="2429B84F" w14:textId="77777777" w:rsidR="00675843" w:rsidRPr="000B056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E773A" w14:paraId="158B368D" w14:textId="77777777" w:rsidTr="00923D7D">
        <w:tc>
          <w:tcPr>
            <w:tcW w:w="9639" w:type="dxa"/>
          </w:tcPr>
          <w:p w14:paraId="6F907FFE" w14:textId="77777777" w:rsidR="0085747A" w:rsidRPr="00DE773A" w:rsidRDefault="0085747A" w:rsidP="00CA7C4A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E773A" w14:paraId="786DFF2D" w14:textId="77777777" w:rsidTr="00923D7D">
        <w:tc>
          <w:tcPr>
            <w:tcW w:w="9639" w:type="dxa"/>
          </w:tcPr>
          <w:p w14:paraId="18B87BB1" w14:textId="77777777" w:rsidR="0085747A" w:rsidRPr="00DE773A" w:rsidRDefault="00043173" w:rsidP="00CA7C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Z</w:t>
            </w:r>
            <w:r w:rsidR="008F3B99" w:rsidRPr="00DE773A">
              <w:rPr>
                <w:rFonts w:ascii="Corbel" w:hAnsi="Corbel"/>
                <w:sz w:val="24"/>
                <w:szCs w:val="24"/>
              </w:rPr>
              <w:t xml:space="preserve">łożoność </w:t>
            </w:r>
            <w:r w:rsidRPr="00DE773A">
              <w:rPr>
                <w:rFonts w:ascii="Corbel" w:hAnsi="Corbel"/>
                <w:sz w:val="24"/>
                <w:szCs w:val="24"/>
              </w:rPr>
              <w:t>działań decyzyjnych administracji publicznej</w:t>
            </w:r>
            <w:r w:rsidR="008F3B99" w:rsidRPr="00DE77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DE773A" w14:paraId="64B1E980" w14:textId="77777777" w:rsidTr="00923D7D">
        <w:tc>
          <w:tcPr>
            <w:tcW w:w="9639" w:type="dxa"/>
          </w:tcPr>
          <w:p w14:paraId="2EE3654C" w14:textId="77777777" w:rsidR="0085747A" w:rsidRPr="00DE773A" w:rsidRDefault="00BF0347" w:rsidP="00CA7C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Podstawowe pojęcia –decydowanie, decyzja, decydent, system decyzyjny, technika decyzyjna</w:t>
            </w:r>
            <w:r w:rsidR="00A73432" w:rsidRPr="00DE77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DE773A" w14:paraId="7B395F61" w14:textId="77777777" w:rsidTr="008F3B99">
        <w:trPr>
          <w:trHeight w:val="431"/>
        </w:trPr>
        <w:tc>
          <w:tcPr>
            <w:tcW w:w="9639" w:type="dxa"/>
          </w:tcPr>
          <w:p w14:paraId="1857CBFD" w14:textId="77777777" w:rsidR="0085747A" w:rsidRPr="00DE773A" w:rsidRDefault="00BF0347" w:rsidP="00CA7C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Typy i modele decyzji.</w:t>
            </w:r>
            <w:r w:rsidR="00A73432" w:rsidRPr="00DE773A">
              <w:rPr>
                <w:rFonts w:ascii="Corbel" w:hAnsi="Corbel"/>
                <w:sz w:val="24"/>
                <w:szCs w:val="24"/>
              </w:rPr>
              <w:t xml:space="preserve"> Decyzje kolektywne.</w:t>
            </w:r>
          </w:p>
        </w:tc>
      </w:tr>
      <w:tr w:rsidR="000410E5" w:rsidRPr="00DE773A" w14:paraId="06F0B962" w14:textId="77777777" w:rsidTr="00923D7D">
        <w:tc>
          <w:tcPr>
            <w:tcW w:w="9639" w:type="dxa"/>
          </w:tcPr>
          <w:p w14:paraId="630D0E76" w14:textId="77777777" w:rsidR="000410E5" w:rsidRPr="00DE773A" w:rsidRDefault="00BF0347" w:rsidP="00CA7C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lastRenderedPageBreak/>
              <w:t>Proces decyzyjny. Etapy procesu decyzyjnego.</w:t>
            </w:r>
          </w:p>
        </w:tc>
      </w:tr>
      <w:tr w:rsidR="000410E5" w:rsidRPr="00DE773A" w14:paraId="39E30B10" w14:textId="77777777" w:rsidTr="00923D7D">
        <w:tc>
          <w:tcPr>
            <w:tcW w:w="9639" w:type="dxa"/>
          </w:tcPr>
          <w:p w14:paraId="5C04A962" w14:textId="77777777" w:rsidR="000410E5" w:rsidRPr="00DE773A" w:rsidRDefault="00BF0347" w:rsidP="00CA7C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Delegowanie uprawnień decyzyjnych.</w:t>
            </w:r>
          </w:p>
        </w:tc>
      </w:tr>
      <w:tr w:rsidR="00BF0347" w:rsidRPr="00DE773A" w14:paraId="7B6C32D4" w14:textId="77777777" w:rsidTr="00923D7D">
        <w:tc>
          <w:tcPr>
            <w:tcW w:w="9639" w:type="dxa"/>
          </w:tcPr>
          <w:p w14:paraId="562C4552" w14:textId="77777777" w:rsidR="00BF0347" w:rsidRPr="00DE773A" w:rsidRDefault="00BF0347" w:rsidP="00CA7C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Rola konsultacji w procesie decyzyjnym.</w:t>
            </w:r>
          </w:p>
        </w:tc>
      </w:tr>
      <w:tr w:rsidR="009D1BDB" w:rsidRPr="00DE773A" w14:paraId="3329CF0F" w14:textId="77777777" w:rsidTr="00923D7D">
        <w:tc>
          <w:tcPr>
            <w:tcW w:w="9639" w:type="dxa"/>
          </w:tcPr>
          <w:p w14:paraId="00E6D945" w14:textId="77777777" w:rsidR="009D1BDB" w:rsidRPr="00DE773A" w:rsidRDefault="009D1BDB" w:rsidP="00CA7C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Deliberatywne  metody podejmowanie decyzji publicznych.</w:t>
            </w:r>
          </w:p>
        </w:tc>
      </w:tr>
      <w:tr w:rsidR="00F233CD" w:rsidRPr="00DE773A" w14:paraId="26F0BB91" w14:textId="77777777" w:rsidTr="00923D7D">
        <w:tc>
          <w:tcPr>
            <w:tcW w:w="9639" w:type="dxa"/>
          </w:tcPr>
          <w:p w14:paraId="65F9459E" w14:textId="77777777" w:rsidR="00F233CD" w:rsidRPr="00DE773A" w:rsidRDefault="00F233CD" w:rsidP="00CA7C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Decydowanie w warunkach niepewności.</w:t>
            </w:r>
          </w:p>
        </w:tc>
      </w:tr>
    </w:tbl>
    <w:p w14:paraId="7C5880E4" w14:textId="77777777" w:rsidR="0085747A" w:rsidRPr="00DE773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559526" w14:textId="77777777" w:rsidR="0085747A" w:rsidRPr="00DE773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E773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E773A">
        <w:rPr>
          <w:rFonts w:ascii="Corbel" w:hAnsi="Corbel"/>
          <w:sz w:val="24"/>
          <w:szCs w:val="24"/>
        </w:rPr>
        <w:t xml:space="preserve">, </w:t>
      </w:r>
      <w:r w:rsidRPr="00DE773A">
        <w:rPr>
          <w:rFonts w:ascii="Corbel" w:hAnsi="Corbel"/>
          <w:sz w:val="24"/>
          <w:szCs w:val="24"/>
        </w:rPr>
        <w:t xml:space="preserve">zajęć praktycznych </w:t>
      </w:r>
    </w:p>
    <w:p w14:paraId="7047C96A" w14:textId="77777777" w:rsidR="00A73432" w:rsidRPr="00DE773A" w:rsidRDefault="00A73432" w:rsidP="00A7343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73432" w:rsidRPr="00DE773A" w14:paraId="5A4AC196" w14:textId="77777777" w:rsidTr="006B44AC">
        <w:tc>
          <w:tcPr>
            <w:tcW w:w="9639" w:type="dxa"/>
          </w:tcPr>
          <w:p w14:paraId="0D06D5F5" w14:textId="77777777" w:rsidR="00A73432" w:rsidRPr="00DE773A" w:rsidRDefault="00A73432" w:rsidP="006B44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73432" w:rsidRPr="00DE773A" w14:paraId="4E3E85E1" w14:textId="77777777" w:rsidTr="006B44AC">
        <w:tc>
          <w:tcPr>
            <w:tcW w:w="9639" w:type="dxa"/>
          </w:tcPr>
          <w:p w14:paraId="00F1906E" w14:textId="77777777" w:rsidR="00A73432" w:rsidRPr="00DE773A" w:rsidRDefault="00A73432" w:rsidP="006B44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Decydowanie i organizowanie a kierowanie i  kierownictwo w administracji publicznej.</w:t>
            </w:r>
          </w:p>
        </w:tc>
      </w:tr>
      <w:tr w:rsidR="00A73432" w:rsidRPr="00DE773A" w14:paraId="3933E9E0" w14:textId="77777777" w:rsidTr="006B44AC">
        <w:tc>
          <w:tcPr>
            <w:tcW w:w="9639" w:type="dxa"/>
          </w:tcPr>
          <w:p w14:paraId="4FA2F23D" w14:textId="77777777" w:rsidR="00A73432" w:rsidRPr="00DE773A" w:rsidRDefault="00A73432" w:rsidP="008F3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Podstawowe pojęcia –decydowanie, decyzja, decydent, system decyzyjny, technika decyzyjna.</w:t>
            </w:r>
          </w:p>
        </w:tc>
      </w:tr>
      <w:tr w:rsidR="00A73432" w:rsidRPr="00DE773A" w14:paraId="6EBE0C23" w14:textId="77777777" w:rsidTr="006B44AC">
        <w:tc>
          <w:tcPr>
            <w:tcW w:w="9639" w:type="dxa"/>
          </w:tcPr>
          <w:p w14:paraId="179FF671" w14:textId="77777777" w:rsidR="00A73432" w:rsidRPr="00DE773A" w:rsidRDefault="008F3B99" w:rsidP="006B44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Typologia decyzji.</w:t>
            </w:r>
          </w:p>
        </w:tc>
      </w:tr>
      <w:tr w:rsidR="008F3B99" w:rsidRPr="00DE773A" w14:paraId="5BC1BEFF" w14:textId="77777777" w:rsidTr="006B44AC">
        <w:tc>
          <w:tcPr>
            <w:tcW w:w="9639" w:type="dxa"/>
          </w:tcPr>
          <w:p w14:paraId="0BE498AC" w14:textId="77777777" w:rsidR="008F3B99" w:rsidRPr="00DE773A" w:rsidRDefault="008F3B99" w:rsidP="006B44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 xml:space="preserve">Delegowanie uprawnień decyzyjnych.  </w:t>
            </w:r>
          </w:p>
        </w:tc>
      </w:tr>
      <w:tr w:rsidR="009D1BDB" w:rsidRPr="00DE773A" w14:paraId="69B1DDFF" w14:textId="77777777" w:rsidTr="006B44AC">
        <w:tc>
          <w:tcPr>
            <w:tcW w:w="9639" w:type="dxa"/>
          </w:tcPr>
          <w:p w14:paraId="32C9258A" w14:textId="77777777" w:rsidR="009D1BDB" w:rsidRPr="00DE773A" w:rsidRDefault="009D1BDB" w:rsidP="006B44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Udział podwładnych w procesie decydowania. Grupowe podejmowanie decyzji.</w:t>
            </w:r>
          </w:p>
        </w:tc>
      </w:tr>
      <w:tr w:rsidR="00FC76B2" w:rsidRPr="00DE773A" w14:paraId="4322F4BD" w14:textId="77777777" w:rsidTr="006B44AC">
        <w:tc>
          <w:tcPr>
            <w:tcW w:w="9639" w:type="dxa"/>
          </w:tcPr>
          <w:p w14:paraId="679E68AF" w14:textId="77777777" w:rsidR="00FC76B2" w:rsidRPr="00DE773A" w:rsidRDefault="00FC76B2" w:rsidP="006B44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Udział konsultantów w procesie decydowania.</w:t>
            </w:r>
          </w:p>
        </w:tc>
      </w:tr>
      <w:tr w:rsidR="00A73432" w:rsidRPr="00DE773A" w14:paraId="273DE425" w14:textId="77777777" w:rsidTr="006B44AC">
        <w:tc>
          <w:tcPr>
            <w:tcW w:w="9639" w:type="dxa"/>
          </w:tcPr>
          <w:p w14:paraId="2F13D778" w14:textId="77777777" w:rsidR="00A73432" w:rsidRPr="00DE773A" w:rsidRDefault="008F3B99" w:rsidP="006B44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Struktura procesu decyzyjnego.</w:t>
            </w:r>
          </w:p>
        </w:tc>
      </w:tr>
      <w:tr w:rsidR="00A73432" w:rsidRPr="00DE773A" w14:paraId="48AD70F5" w14:textId="77777777" w:rsidTr="006B44AC">
        <w:tc>
          <w:tcPr>
            <w:tcW w:w="9639" w:type="dxa"/>
          </w:tcPr>
          <w:p w14:paraId="0C663935" w14:textId="77777777" w:rsidR="00A73432" w:rsidRPr="00DE773A" w:rsidRDefault="00FC76B2" w:rsidP="00FC76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Analiza</w:t>
            </w:r>
            <w:r w:rsidR="00115D8E" w:rsidRPr="00DE773A">
              <w:rPr>
                <w:rFonts w:ascii="Corbel" w:hAnsi="Corbel"/>
                <w:sz w:val="24"/>
                <w:szCs w:val="24"/>
              </w:rPr>
              <w:t xml:space="preserve"> i</w:t>
            </w:r>
            <w:r w:rsidR="008F3B99" w:rsidRPr="00DE773A">
              <w:rPr>
                <w:rFonts w:ascii="Corbel" w:hAnsi="Corbel"/>
                <w:sz w:val="24"/>
                <w:szCs w:val="24"/>
              </w:rPr>
              <w:t xml:space="preserve"> wypracowanie kierunków działania.</w:t>
            </w:r>
          </w:p>
        </w:tc>
      </w:tr>
      <w:tr w:rsidR="008F3B99" w:rsidRPr="00DE773A" w14:paraId="03F849CF" w14:textId="77777777" w:rsidTr="006B44AC">
        <w:tc>
          <w:tcPr>
            <w:tcW w:w="9639" w:type="dxa"/>
          </w:tcPr>
          <w:p w14:paraId="40D34484" w14:textId="77777777" w:rsidR="008F3B99" w:rsidRPr="00DE773A" w:rsidRDefault="00FC76B2" w:rsidP="008F3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773A">
              <w:rPr>
                <w:rFonts w:ascii="Corbel" w:hAnsi="Corbel"/>
                <w:sz w:val="24"/>
                <w:szCs w:val="24"/>
              </w:rPr>
              <w:t>Ocena i w</w:t>
            </w:r>
            <w:r w:rsidR="008F3B99" w:rsidRPr="00DE773A">
              <w:rPr>
                <w:rFonts w:ascii="Corbel" w:hAnsi="Corbel"/>
                <w:sz w:val="24"/>
                <w:szCs w:val="24"/>
              </w:rPr>
              <w:t>yb</w:t>
            </w:r>
            <w:r w:rsidR="00115D8E" w:rsidRPr="00DE773A">
              <w:rPr>
                <w:rFonts w:ascii="Corbel" w:hAnsi="Corbel"/>
                <w:sz w:val="24"/>
                <w:szCs w:val="24"/>
              </w:rPr>
              <w:t>ór kierunków</w:t>
            </w:r>
            <w:r w:rsidR="008F3B99" w:rsidRPr="00DE773A">
              <w:rPr>
                <w:rFonts w:ascii="Corbel" w:hAnsi="Corbel"/>
                <w:sz w:val="24"/>
                <w:szCs w:val="24"/>
              </w:rPr>
              <w:t xml:space="preserve"> działania.</w:t>
            </w:r>
          </w:p>
        </w:tc>
      </w:tr>
    </w:tbl>
    <w:p w14:paraId="6734331C" w14:textId="77777777" w:rsidR="0085747A" w:rsidRPr="000B0562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89999C1" w14:textId="77777777" w:rsidR="0085747A" w:rsidRPr="000B056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0B0562">
        <w:rPr>
          <w:rFonts w:ascii="Corbel" w:hAnsi="Corbel"/>
          <w:smallCaps w:val="0"/>
          <w:sz w:val="22"/>
        </w:rPr>
        <w:t>3.4 Metody dydaktyczne</w:t>
      </w:r>
    </w:p>
    <w:p w14:paraId="17AC6020" w14:textId="77777777" w:rsidR="00882918" w:rsidRPr="000B0562" w:rsidRDefault="00882918" w:rsidP="00882918">
      <w:pPr>
        <w:pStyle w:val="Punktygwne"/>
        <w:spacing w:after="0"/>
        <w:rPr>
          <w:rFonts w:ascii="Corbel" w:hAnsi="Corbel"/>
          <w:b w:val="0"/>
          <w:smallCaps w:val="0"/>
          <w:sz w:val="22"/>
        </w:rPr>
      </w:pPr>
      <w:r w:rsidRPr="000B0562">
        <w:rPr>
          <w:rFonts w:ascii="Corbel" w:hAnsi="Corbel"/>
          <w:smallCaps w:val="0"/>
          <w:sz w:val="22"/>
        </w:rPr>
        <w:t>wykłady</w:t>
      </w:r>
      <w:r w:rsidRPr="000B0562">
        <w:rPr>
          <w:rFonts w:ascii="Corbel" w:hAnsi="Corbel"/>
          <w:b w:val="0"/>
          <w:smallCaps w:val="0"/>
          <w:sz w:val="22"/>
        </w:rPr>
        <w:t>: wykład z prezentacją multimedialną</w:t>
      </w:r>
      <w:r w:rsidR="00651FFE" w:rsidRPr="000B0562">
        <w:rPr>
          <w:rFonts w:ascii="Corbel" w:hAnsi="Corbel"/>
          <w:b w:val="0"/>
          <w:smallCaps w:val="0"/>
          <w:sz w:val="22"/>
        </w:rPr>
        <w:t>, dyskusja, analiza przypadków.</w:t>
      </w:r>
    </w:p>
    <w:p w14:paraId="4AF06B63" w14:textId="77777777" w:rsidR="00651FFE" w:rsidRPr="000B0562" w:rsidRDefault="00882918" w:rsidP="00651FFE">
      <w:pPr>
        <w:pStyle w:val="Punktygwne"/>
        <w:spacing w:after="0"/>
        <w:rPr>
          <w:rFonts w:ascii="Corbel" w:hAnsi="Corbel"/>
          <w:b w:val="0"/>
          <w:smallCaps w:val="0"/>
          <w:sz w:val="22"/>
        </w:rPr>
      </w:pPr>
      <w:r w:rsidRPr="000B0562">
        <w:rPr>
          <w:rFonts w:ascii="Corbel" w:hAnsi="Corbel"/>
          <w:smallCaps w:val="0"/>
          <w:sz w:val="22"/>
        </w:rPr>
        <w:t>ćwiczenia</w:t>
      </w:r>
      <w:r w:rsidRPr="000B0562">
        <w:rPr>
          <w:rFonts w:ascii="Corbel" w:hAnsi="Corbel"/>
          <w:b w:val="0"/>
          <w:smallCaps w:val="0"/>
          <w:sz w:val="22"/>
        </w:rPr>
        <w:t>: dyskusja, ana</w:t>
      </w:r>
      <w:r w:rsidR="00A73432" w:rsidRPr="000B0562">
        <w:rPr>
          <w:rFonts w:ascii="Corbel" w:hAnsi="Corbel"/>
          <w:b w:val="0"/>
          <w:smallCaps w:val="0"/>
          <w:sz w:val="22"/>
        </w:rPr>
        <w:t>liza przypadków, prac</w:t>
      </w:r>
      <w:r w:rsidR="00651FFE" w:rsidRPr="000B0562">
        <w:rPr>
          <w:rFonts w:ascii="Corbel" w:hAnsi="Corbel"/>
          <w:b w:val="0"/>
          <w:smallCaps w:val="0"/>
          <w:sz w:val="22"/>
        </w:rPr>
        <w:t>a w grupie.</w:t>
      </w:r>
    </w:p>
    <w:p w14:paraId="0454A4E9" w14:textId="77777777" w:rsidR="0085747A" w:rsidRPr="000B0562" w:rsidRDefault="0085747A" w:rsidP="0088291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E47405B" w14:textId="77777777" w:rsidR="0085747A" w:rsidRPr="000B056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0B0562">
        <w:rPr>
          <w:rFonts w:ascii="Corbel" w:hAnsi="Corbel"/>
          <w:smallCaps w:val="0"/>
          <w:sz w:val="22"/>
        </w:rPr>
        <w:t xml:space="preserve">4. </w:t>
      </w:r>
      <w:r w:rsidR="0085747A" w:rsidRPr="000B0562">
        <w:rPr>
          <w:rFonts w:ascii="Corbel" w:hAnsi="Corbel"/>
          <w:smallCaps w:val="0"/>
          <w:sz w:val="22"/>
        </w:rPr>
        <w:t>METODY I KRYTERIA OCENY</w:t>
      </w:r>
    </w:p>
    <w:p w14:paraId="4E7CC85C" w14:textId="77777777" w:rsidR="00923D7D" w:rsidRPr="000B056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241F6171" w14:textId="77777777" w:rsidR="0085747A" w:rsidRPr="000B056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B0562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0B0562">
        <w:rPr>
          <w:rFonts w:ascii="Corbel" w:hAnsi="Corbel"/>
          <w:smallCaps w:val="0"/>
          <w:sz w:val="22"/>
        </w:rPr>
        <w:t>uczenia się</w:t>
      </w:r>
    </w:p>
    <w:p w14:paraId="62E9F4BB" w14:textId="77777777" w:rsidR="0085747A" w:rsidRPr="000B05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3"/>
        <w:gridCol w:w="2114"/>
      </w:tblGrid>
      <w:tr w:rsidR="0085747A" w:rsidRPr="000B0562" w14:paraId="0DA16209" w14:textId="77777777" w:rsidTr="00C05F44">
        <w:tc>
          <w:tcPr>
            <w:tcW w:w="1985" w:type="dxa"/>
            <w:vAlign w:val="center"/>
          </w:tcPr>
          <w:p w14:paraId="445E8B1E" w14:textId="77777777" w:rsidR="0085747A" w:rsidRPr="000B056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A0BC7ED" w14:textId="77777777" w:rsidR="0085747A" w:rsidRPr="000B056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CA7C4A"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się </w:t>
            </w:r>
          </w:p>
          <w:p w14:paraId="3101BA9F" w14:textId="77777777" w:rsidR="0085747A" w:rsidRPr="000B056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61326A" w14:textId="77777777" w:rsidR="00923D7D" w:rsidRPr="000B056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6DD7DF60" w14:textId="77777777" w:rsidR="0085747A" w:rsidRPr="000B056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CC7849" w:rsidRPr="000B0562" w14:paraId="7B09AA4D" w14:textId="77777777" w:rsidTr="00C05F44">
        <w:tc>
          <w:tcPr>
            <w:tcW w:w="1985" w:type="dxa"/>
          </w:tcPr>
          <w:p w14:paraId="033AA600" w14:textId="77777777" w:rsidR="00CC7849" w:rsidRPr="000B0562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528" w:type="dxa"/>
          </w:tcPr>
          <w:p w14:paraId="7BFF0059" w14:textId="77777777" w:rsidR="00CC7849" w:rsidRPr="000B0562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obserwacja w trakcie zajęć, kolokwium</w:t>
            </w:r>
          </w:p>
        </w:tc>
        <w:tc>
          <w:tcPr>
            <w:tcW w:w="2126" w:type="dxa"/>
          </w:tcPr>
          <w:p w14:paraId="00BD58F0" w14:textId="77777777" w:rsidR="00CC7849" w:rsidRPr="000B0562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CC7849" w:rsidRPr="000B0562" w14:paraId="0856044A" w14:textId="77777777" w:rsidTr="00C05F44">
        <w:tc>
          <w:tcPr>
            <w:tcW w:w="1985" w:type="dxa"/>
          </w:tcPr>
          <w:p w14:paraId="3CD7583D" w14:textId="77777777" w:rsidR="00CC7849" w:rsidRPr="000B0562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2C6102BD" w14:textId="77777777" w:rsidR="00CC7849" w:rsidRPr="000B0562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obserwacja w trakcie zajęć, kolokwium</w:t>
            </w:r>
          </w:p>
        </w:tc>
        <w:tc>
          <w:tcPr>
            <w:tcW w:w="2126" w:type="dxa"/>
          </w:tcPr>
          <w:p w14:paraId="20B2D9B0" w14:textId="77777777" w:rsidR="00CC7849" w:rsidRPr="000B0562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CC7849" w:rsidRPr="000B0562" w14:paraId="52F2A881" w14:textId="77777777" w:rsidTr="00C05F44">
        <w:tc>
          <w:tcPr>
            <w:tcW w:w="1985" w:type="dxa"/>
          </w:tcPr>
          <w:p w14:paraId="66EF4C12" w14:textId="77777777" w:rsidR="00CC7849" w:rsidRPr="000B0562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0546296E" w14:textId="77777777" w:rsidR="00CC7849" w:rsidRPr="000B0562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obserwacja w trakcie zajęć, kolokwium</w:t>
            </w:r>
          </w:p>
        </w:tc>
        <w:tc>
          <w:tcPr>
            <w:tcW w:w="2126" w:type="dxa"/>
          </w:tcPr>
          <w:p w14:paraId="6FB02119" w14:textId="77777777" w:rsidR="00CC7849" w:rsidRPr="000B0562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CC7849" w:rsidRPr="000B0562" w14:paraId="354F9C16" w14:textId="77777777" w:rsidTr="008A29E4">
        <w:tc>
          <w:tcPr>
            <w:tcW w:w="1985" w:type="dxa"/>
          </w:tcPr>
          <w:p w14:paraId="42373069" w14:textId="77777777" w:rsidR="00CC7849" w:rsidRPr="000B0562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5A48F3ED" w14:textId="77777777" w:rsidR="00CC7849" w:rsidRPr="000B0562" w:rsidRDefault="00CC7849" w:rsidP="002B2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</w:t>
            </w:r>
            <w:r w:rsidR="002B2E19"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kolokwium</w:t>
            </w:r>
          </w:p>
        </w:tc>
        <w:tc>
          <w:tcPr>
            <w:tcW w:w="2126" w:type="dxa"/>
          </w:tcPr>
          <w:p w14:paraId="3BC2A563" w14:textId="77777777" w:rsidR="00CC7849" w:rsidRPr="000B0562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CC7849" w:rsidRPr="000B0562" w14:paraId="5F3478A1" w14:textId="77777777" w:rsidTr="008A29E4">
        <w:tc>
          <w:tcPr>
            <w:tcW w:w="1985" w:type="dxa"/>
          </w:tcPr>
          <w:p w14:paraId="4A23B8A8" w14:textId="77777777" w:rsidR="00CC7849" w:rsidRPr="000B0562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</w:tcPr>
          <w:p w14:paraId="576FD581" w14:textId="77777777" w:rsidR="00CC7849" w:rsidRPr="000B0562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14:paraId="785E92D9" w14:textId="77777777" w:rsidR="00CC7849" w:rsidRPr="000B0562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CC7849" w:rsidRPr="000B0562" w14:paraId="7F93E887" w14:textId="77777777" w:rsidTr="008A29E4">
        <w:tc>
          <w:tcPr>
            <w:tcW w:w="1985" w:type="dxa"/>
          </w:tcPr>
          <w:p w14:paraId="7B04A49B" w14:textId="77777777" w:rsidR="00CC7849" w:rsidRPr="000B0562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7C2BD2A1" w14:textId="77777777" w:rsidR="00CC7849" w:rsidRPr="000B0562" w:rsidRDefault="00BA65BF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obserwacja w trakcie zajęć, kolokwium</w:t>
            </w:r>
          </w:p>
        </w:tc>
        <w:tc>
          <w:tcPr>
            <w:tcW w:w="2126" w:type="dxa"/>
          </w:tcPr>
          <w:p w14:paraId="383C624D" w14:textId="77777777" w:rsidR="00CC7849" w:rsidRPr="000B0562" w:rsidRDefault="00BA65BF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w,</w:t>
            </w:r>
            <w:r w:rsidR="00CC7849" w:rsidRPr="000B0562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CC7849" w:rsidRPr="000B0562" w14:paraId="77631C7E" w14:textId="77777777" w:rsidTr="00C05F44">
        <w:tc>
          <w:tcPr>
            <w:tcW w:w="1985" w:type="dxa"/>
          </w:tcPr>
          <w:p w14:paraId="684C8AF6" w14:textId="77777777" w:rsidR="00CC7849" w:rsidRPr="000B0562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</w:tcPr>
          <w:p w14:paraId="5B7BEC63" w14:textId="77777777" w:rsidR="00CC7849" w:rsidRPr="000B0562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14:paraId="3C2876D2" w14:textId="77777777" w:rsidR="00CC7849" w:rsidRPr="000B0562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CC7849" w:rsidRPr="000B0562" w14:paraId="64AF761C" w14:textId="77777777" w:rsidTr="008A29E4">
        <w:tc>
          <w:tcPr>
            <w:tcW w:w="1985" w:type="dxa"/>
          </w:tcPr>
          <w:p w14:paraId="3049158B" w14:textId="77777777" w:rsidR="00CC7849" w:rsidRPr="000B0562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</w:tcPr>
          <w:p w14:paraId="7ECC546D" w14:textId="77777777" w:rsidR="00CC7849" w:rsidRPr="000B0562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kolokwium</w:t>
            </w:r>
          </w:p>
        </w:tc>
        <w:tc>
          <w:tcPr>
            <w:tcW w:w="2126" w:type="dxa"/>
          </w:tcPr>
          <w:p w14:paraId="7FCFDF1E" w14:textId="77777777" w:rsidR="00CC7849" w:rsidRPr="000B0562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w,ćw</w:t>
            </w:r>
            <w:r w:rsidR="00A768BC" w:rsidRPr="000B0562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CC7849" w:rsidRPr="000B0562" w14:paraId="0FFBB117" w14:textId="77777777" w:rsidTr="008A29E4">
        <w:tc>
          <w:tcPr>
            <w:tcW w:w="1985" w:type="dxa"/>
          </w:tcPr>
          <w:p w14:paraId="3A5305E3" w14:textId="77777777" w:rsidR="00CC7849" w:rsidRPr="000B0562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528" w:type="dxa"/>
          </w:tcPr>
          <w:p w14:paraId="1E1596A8" w14:textId="77777777" w:rsidR="00CC7849" w:rsidRPr="000B0562" w:rsidRDefault="001D2FEC" w:rsidP="006E34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</w:t>
            </w:r>
          </w:p>
        </w:tc>
        <w:tc>
          <w:tcPr>
            <w:tcW w:w="2126" w:type="dxa"/>
          </w:tcPr>
          <w:p w14:paraId="3D415F8E" w14:textId="77777777" w:rsidR="00CC7849" w:rsidRPr="000B0562" w:rsidRDefault="006E3478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CC7849" w:rsidRPr="000B0562" w14:paraId="483B940C" w14:textId="77777777" w:rsidTr="008A29E4">
        <w:tc>
          <w:tcPr>
            <w:tcW w:w="1985" w:type="dxa"/>
          </w:tcPr>
          <w:p w14:paraId="45C5856A" w14:textId="77777777" w:rsidR="00CC7849" w:rsidRPr="000B0562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528" w:type="dxa"/>
          </w:tcPr>
          <w:p w14:paraId="459C06FA" w14:textId="77777777" w:rsidR="00CC7849" w:rsidRPr="000B0562" w:rsidRDefault="00CC7849" w:rsidP="001D2FEC">
            <w:pPr>
              <w:jc w:val="center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egzamin pisemny, kolokwium</w:t>
            </w:r>
          </w:p>
        </w:tc>
        <w:tc>
          <w:tcPr>
            <w:tcW w:w="2126" w:type="dxa"/>
          </w:tcPr>
          <w:p w14:paraId="0DC48C00" w14:textId="77777777" w:rsidR="00CC7849" w:rsidRPr="000B0562" w:rsidRDefault="00CC7849" w:rsidP="00CA7C4A">
            <w:pPr>
              <w:jc w:val="center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W,ĆW</w:t>
            </w:r>
            <w:r w:rsidR="00A768BC" w:rsidRPr="000B0562">
              <w:rPr>
                <w:rFonts w:ascii="Corbel" w:hAnsi="Corbel"/>
              </w:rPr>
              <w:t>.</w:t>
            </w:r>
          </w:p>
        </w:tc>
      </w:tr>
      <w:tr w:rsidR="00CC7849" w:rsidRPr="000B0562" w14:paraId="4041D8CF" w14:textId="77777777" w:rsidTr="00C05F44">
        <w:tc>
          <w:tcPr>
            <w:tcW w:w="1985" w:type="dxa"/>
          </w:tcPr>
          <w:p w14:paraId="30AB651B" w14:textId="77777777" w:rsidR="00CC7849" w:rsidRPr="000B0562" w:rsidRDefault="00581AA0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528" w:type="dxa"/>
          </w:tcPr>
          <w:p w14:paraId="3A5280FE" w14:textId="77777777" w:rsidR="00CC7849" w:rsidRPr="000B0562" w:rsidRDefault="00581AA0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1D2FEC"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</w:t>
            </w: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kolokwium</w:t>
            </w:r>
          </w:p>
        </w:tc>
        <w:tc>
          <w:tcPr>
            <w:tcW w:w="2126" w:type="dxa"/>
          </w:tcPr>
          <w:p w14:paraId="0A2B755B" w14:textId="77777777" w:rsidR="00CC7849" w:rsidRPr="000B0562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CC7849" w:rsidRPr="000B0562" w14:paraId="121BB1D2" w14:textId="77777777" w:rsidTr="008A29E4">
        <w:tc>
          <w:tcPr>
            <w:tcW w:w="1985" w:type="dxa"/>
          </w:tcPr>
          <w:p w14:paraId="3927523E" w14:textId="77777777" w:rsidR="00CC7849" w:rsidRPr="000B0562" w:rsidRDefault="00581AA0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528" w:type="dxa"/>
          </w:tcPr>
          <w:p w14:paraId="348AF495" w14:textId="77777777" w:rsidR="00CC7849" w:rsidRPr="000B0562" w:rsidRDefault="00635B7B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14:paraId="51D5CCB9" w14:textId="77777777" w:rsidR="00CC7849" w:rsidRPr="000B0562" w:rsidRDefault="00635B7B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w,</w:t>
            </w:r>
            <w:r w:rsidR="00CC7849" w:rsidRPr="000B0562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C4F6F" w:rsidRPr="000B0562" w14:paraId="091B2C27" w14:textId="77777777" w:rsidTr="008A29E4">
        <w:tc>
          <w:tcPr>
            <w:tcW w:w="1985" w:type="dxa"/>
          </w:tcPr>
          <w:p w14:paraId="4B818C3F" w14:textId="77777777" w:rsidR="008C4F6F" w:rsidRPr="000B0562" w:rsidRDefault="008C4F6F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5528" w:type="dxa"/>
          </w:tcPr>
          <w:p w14:paraId="43EE2740" w14:textId="77777777" w:rsidR="008C4F6F" w:rsidRPr="000B0562" w:rsidRDefault="008C4F6F" w:rsidP="001D2FEC">
            <w:pPr>
              <w:jc w:val="center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14:paraId="22649E57" w14:textId="77777777" w:rsidR="008C4F6F" w:rsidRPr="000B0562" w:rsidRDefault="008C4F6F" w:rsidP="00CA7C4A">
            <w:pPr>
              <w:jc w:val="center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ĆW.</w:t>
            </w:r>
          </w:p>
        </w:tc>
      </w:tr>
      <w:tr w:rsidR="00E513A6" w:rsidRPr="000B0562" w14:paraId="01C4F13C" w14:textId="77777777" w:rsidTr="008A29E4">
        <w:tc>
          <w:tcPr>
            <w:tcW w:w="1985" w:type="dxa"/>
          </w:tcPr>
          <w:p w14:paraId="72797EA6" w14:textId="77777777" w:rsidR="00E513A6" w:rsidRPr="000B0562" w:rsidRDefault="00E513A6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EK_14</w:t>
            </w:r>
          </w:p>
        </w:tc>
        <w:tc>
          <w:tcPr>
            <w:tcW w:w="5528" w:type="dxa"/>
          </w:tcPr>
          <w:p w14:paraId="39FCA622" w14:textId="77777777" w:rsidR="00E513A6" w:rsidRPr="000B0562" w:rsidRDefault="00E513A6" w:rsidP="001D2FEC">
            <w:pPr>
              <w:jc w:val="center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egzamin ustny lub pisemny, obserwacja w trakcie zajęć, kolokwium</w:t>
            </w:r>
          </w:p>
        </w:tc>
        <w:tc>
          <w:tcPr>
            <w:tcW w:w="2126" w:type="dxa"/>
          </w:tcPr>
          <w:p w14:paraId="2C7E3BB2" w14:textId="77777777" w:rsidR="00E513A6" w:rsidRPr="000B0562" w:rsidRDefault="00E513A6" w:rsidP="00CA7C4A">
            <w:pPr>
              <w:jc w:val="center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W, ĆW.</w:t>
            </w:r>
          </w:p>
        </w:tc>
      </w:tr>
      <w:tr w:rsidR="00CC7849" w:rsidRPr="000B0562" w14:paraId="632D0826" w14:textId="77777777" w:rsidTr="00CC784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4EE7" w14:textId="77777777" w:rsidR="00CC7849" w:rsidRPr="000B0562" w:rsidRDefault="001D2FEC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F865" w14:textId="77777777" w:rsidR="00CC7849" w:rsidRPr="000B0562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obserwacja w trakcie zajęć,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0AA3" w14:textId="77777777" w:rsidR="00CC7849" w:rsidRPr="000B0562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CC7849" w:rsidRPr="000B0562" w14:paraId="61405742" w14:textId="77777777" w:rsidTr="00CC784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7A16" w14:textId="77777777" w:rsidR="00CC7849" w:rsidRPr="000B0562" w:rsidRDefault="001D2FEC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877E" w14:textId="77777777" w:rsidR="00CC7849" w:rsidRPr="000B0562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BD05" w14:textId="77777777" w:rsidR="00CC7849" w:rsidRPr="000B0562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0B0562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1D2FEC" w:rsidRPr="000B0562" w14:paraId="6F020C79" w14:textId="77777777" w:rsidTr="00CC784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7549" w14:textId="77777777" w:rsidR="001D2FEC" w:rsidRPr="000B0562" w:rsidRDefault="001D2FEC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EK_17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6A75" w14:textId="77777777" w:rsidR="001D2FEC" w:rsidRPr="000B0562" w:rsidRDefault="001D2FEC" w:rsidP="001D2FEC">
            <w:pPr>
              <w:jc w:val="center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C493" w14:textId="77777777" w:rsidR="001D2FEC" w:rsidRPr="000B0562" w:rsidRDefault="001D2FEC" w:rsidP="00CA7C4A">
            <w:pPr>
              <w:jc w:val="center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W, ĆW.</w:t>
            </w:r>
          </w:p>
        </w:tc>
      </w:tr>
    </w:tbl>
    <w:p w14:paraId="3CA56C54" w14:textId="77777777" w:rsidR="00A73432" w:rsidRPr="000B0562" w:rsidRDefault="00A73432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31399B6C" w14:textId="77777777" w:rsidR="00CA7C4A" w:rsidRPr="000B0562" w:rsidRDefault="00CA7C4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0A0C4DF6" w14:textId="77777777" w:rsidR="0085747A" w:rsidRPr="000B056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B0562">
        <w:rPr>
          <w:rFonts w:ascii="Corbel" w:hAnsi="Corbel"/>
          <w:smallCaps w:val="0"/>
          <w:sz w:val="22"/>
        </w:rPr>
        <w:t xml:space="preserve">4.2 </w:t>
      </w:r>
      <w:r w:rsidR="0085747A" w:rsidRPr="000B0562">
        <w:rPr>
          <w:rFonts w:ascii="Corbel" w:hAnsi="Corbel"/>
          <w:smallCaps w:val="0"/>
          <w:sz w:val="22"/>
        </w:rPr>
        <w:t>Warunki zaliczenia przedmiotu (kryteria oceniania)</w:t>
      </w:r>
    </w:p>
    <w:p w14:paraId="15179409" w14:textId="77777777" w:rsidR="00923D7D" w:rsidRPr="000B056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0562" w14:paraId="20E64866" w14:textId="77777777" w:rsidTr="00923D7D">
        <w:tc>
          <w:tcPr>
            <w:tcW w:w="9670" w:type="dxa"/>
          </w:tcPr>
          <w:p w14:paraId="4496E38D" w14:textId="77777777" w:rsidR="00236AB5" w:rsidRPr="000B0562" w:rsidRDefault="00236AB5" w:rsidP="00A4793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smallCaps w:val="0"/>
                <w:sz w:val="22"/>
              </w:rPr>
              <w:t>Wykład</w:t>
            </w:r>
            <w:r w:rsidRPr="000B0562">
              <w:rPr>
                <w:rFonts w:ascii="Corbel" w:hAnsi="Corbel"/>
                <w:b w:val="0"/>
                <w:smallCaps w:val="0"/>
                <w:sz w:val="22"/>
              </w:rPr>
              <w:t xml:space="preserve">: egzamin ustny lub pisemny – do uzyskania oceny pozytywnej wymagane jest </w:t>
            </w:r>
            <w:r w:rsidR="00A4793B" w:rsidRPr="000B0562">
              <w:rPr>
                <w:rFonts w:ascii="Corbel" w:hAnsi="Corbel"/>
                <w:b w:val="0"/>
                <w:smallCaps w:val="0"/>
                <w:sz w:val="22"/>
              </w:rPr>
              <w:t>osiągnięcie minimum 50% poprawnych odpowiedzi.  Kryteria oceniania aktualny stan prawny, kompletność odpowiedzi, poprawna terminologia, właściwe</w:t>
            </w:r>
            <w:r w:rsidRPr="000B0562">
              <w:rPr>
                <w:rFonts w:ascii="Corbel" w:hAnsi="Corbel"/>
                <w:b w:val="0"/>
                <w:smallCaps w:val="0"/>
                <w:sz w:val="22"/>
              </w:rPr>
              <w:t xml:space="preserve"> zastosowanie uzyskanej wiedzy.</w:t>
            </w:r>
          </w:p>
          <w:p w14:paraId="6BA48098" w14:textId="77777777" w:rsidR="0085747A" w:rsidRPr="000B0562" w:rsidRDefault="00A4793B" w:rsidP="0090248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smallCaps w:val="0"/>
                <w:sz w:val="22"/>
              </w:rPr>
              <w:t>Ćwiczenia</w:t>
            </w:r>
            <w:r w:rsidRPr="000B0562">
              <w:rPr>
                <w:rFonts w:ascii="Corbel" w:hAnsi="Corbel"/>
                <w:b w:val="0"/>
                <w:smallCaps w:val="0"/>
                <w:sz w:val="22"/>
              </w:rPr>
              <w:t>: kolokwium zaliczeniowe (do uzyskania oceny pozytywnej wymagane jest osiągnięcie minimum 50% poprawnych odpowiedzi), aktywność na zajęciach, obecność na zajęciach. Kryteria oceniania aktualny stan prawny, kompletność odpowiedzi, poprawna terminologia, właściwe zastosowanie uzyskanej wiedzy.</w:t>
            </w:r>
            <w:r w:rsidR="00E318A9" w:rsidRPr="000B0562">
              <w:rPr>
                <w:rFonts w:ascii="Corbel" w:hAnsi="Corbel"/>
                <w:b w:val="0"/>
                <w:smallCaps w:val="0"/>
                <w:sz w:val="22"/>
              </w:rPr>
              <w:t xml:space="preserve">  </w:t>
            </w:r>
          </w:p>
        </w:tc>
      </w:tr>
    </w:tbl>
    <w:p w14:paraId="3D742A3A" w14:textId="77777777" w:rsidR="0085747A" w:rsidRPr="000B05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C84BD40" w14:textId="77777777" w:rsidR="009F4610" w:rsidRPr="000B0562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0B0562">
        <w:rPr>
          <w:rFonts w:ascii="Corbel" w:hAnsi="Corbel"/>
          <w:b/>
        </w:rPr>
        <w:t xml:space="preserve">5. </w:t>
      </w:r>
      <w:r w:rsidR="00C61DC5" w:rsidRPr="000B0562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7B5D1358" w14:textId="77777777" w:rsidR="0085747A" w:rsidRPr="000B05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0B0562" w14:paraId="678183CC" w14:textId="77777777" w:rsidTr="003E1941">
        <w:tc>
          <w:tcPr>
            <w:tcW w:w="4962" w:type="dxa"/>
            <w:vAlign w:val="center"/>
          </w:tcPr>
          <w:p w14:paraId="3CBC01AB" w14:textId="77777777" w:rsidR="0085747A" w:rsidRPr="000B05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B0562">
              <w:rPr>
                <w:rFonts w:ascii="Corbel" w:hAnsi="Corbel"/>
                <w:b/>
              </w:rPr>
              <w:t>Forma a</w:t>
            </w:r>
            <w:r w:rsidR="0085747A" w:rsidRPr="000B0562">
              <w:rPr>
                <w:rFonts w:ascii="Corbel" w:hAnsi="Corbel"/>
                <w:b/>
              </w:rPr>
              <w:t>ktywnoś</w:t>
            </w:r>
            <w:r w:rsidRPr="000B0562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1398C9C7" w14:textId="77777777" w:rsidR="0085747A" w:rsidRPr="000B05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0B0562">
              <w:rPr>
                <w:rFonts w:ascii="Corbel" w:hAnsi="Corbel"/>
                <w:b/>
              </w:rPr>
              <w:t>Średnia l</w:t>
            </w:r>
            <w:r w:rsidR="0085747A" w:rsidRPr="000B0562">
              <w:rPr>
                <w:rFonts w:ascii="Corbel" w:hAnsi="Corbel"/>
                <w:b/>
              </w:rPr>
              <w:t>iczba godzin</w:t>
            </w:r>
            <w:r w:rsidRPr="000B0562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0B0562" w14:paraId="79C4B696" w14:textId="77777777" w:rsidTr="00923D7D">
        <w:tc>
          <w:tcPr>
            <w:tcW w:w="4962" w:type="dxa"/>
          </w:tcPr>
          <w:p w14:paraId="6EAA2543" w14:textId="77777777" w:rsidR="0085747A" w:rsidRPr="000B05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G</w:t>
            </w:r>
            <w:r w:rsidR="0085747A" w:rsidRPr="000B0562">
              <w:rPr>
                <w:rFonts w:ascii="Corbel" w:hAnsi="Corbel"/>
              </w:rPr>
              <w:t xml:space="preserve">odziny </w:t>
            </w:r>
            <w:r w:rsidRPr="000B0562">
              <w:rPr>
                <w:rFonts w:ascii="Corbel" w:hAnsi="Corbel"/>
              </w:rPr>
              <w:t>kontaktowe</w:t>
            </w:r>
            <w:r w:rsidR="0085747A" w:rsidRPr="000B0562">
              <w:rPr>
                <w:rFonts w:ascii="Corbel" w:hAnsi="Corbel"/>
              </w:rPr>
              <w:t xml:space="preserve"> w</w:t>
            </w:r>
            <w:r w:rsidRPr="000B0562">
              <w:rPr>
                <w:rFonts w:ascii="Corbel" w:hAnsi="Corbel"/>
              </w:rPr>
              <w:t>ynikające</w:t>
            </w:r>
            <w:r w:rsidR="0085747A" w:rsidRPr="000B0562">
              <w:rPr>
                <w:rFonts w:ascii="Corbel" w:hAnsi="Corbel"/>
              </w:rPr>
              <w:t xml:space="preserve"> z </w:t>
            </w:r>
            <w:r w:rsidR="00CA7C4A" w:rsidRPr="000B0562">
              <w:rPr>
                <w:rFonts w:ascii="Corbel" w:hAnsi="Corbel"/>
              </w:rPr>
              <w:t xml:space="preserve">harmonogram </w:t>
            </w:r>
            <w:r w:rsidRPr="000B0562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10647AB9" w14:textId="77777777" w:rsidR="0085747A" w:rsidRPr="000B0562" w:rsidRDefault="00902480" w:rsidP="004E07C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30</w:t>
            </w:r>
          </w:p>
        </w:tc>
      </w:tr>
      <w:tr w:rsidR="00AE3EB4" w:rsidRPr="000B0562" w14:paraId="58BE5C7F" w14:textId="77777777" w:rsidTr="00923D7D">
        <w:tc>
          <w:tcPr>
            <w:tcW w:w="4962" w:type="dxa"/>
          </w:tcPr>
          <w:p w14:paraId="0A9D9F38" w14:textId="77777777" w:rsidR="00AE3EB4" w:rsidRPr="000B0562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Inne z udziałem nauczyciela</w:t>
            </w:r>
          </w:p>
          <w:p w14:paraId="5BF1CB3C" w14:textId="77777777" w:rsidR="00AE3EB4" w:rsidRPr="000B0562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660E96DC" w14:textId="77777777" w:rsidR="00AE3EB4" w:rsidRPr="000B0562" w:rsidRDefault="0090248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5</w:t>
            </w:r>
          </w:p>
        </w:tc>
      </w:tr>
      <w:tr w:rsidR="00AE3EB4" w:rsidRPr="000B0562" w14:paraId="2E79E6A1" w14:textId="77777777" w:rsidTr="00923D7D">
        <w:tc>
          <w:tcPr>
            <w:tcW w:w="4962" w:type="dxa"/>
          </w:tcPr>
          <w:p w14:paraId="19EF6787" w14:textId="77777777" w:rsidR="00AE3EB4" w:rsidRPr="000B0562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Godziny niekontaktowe – praca własna studenta</w:t>
            </w:r>
          </w:p>
          <w:p w14:paraId="10637565" w14:textId="77777777" w:rsidR="00AE3EB4" w:rsidRPr="000B0562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29B64E1" w14:textId="77777777" w:rsidR="00AE3EB4" w:rsidRPr="000B0562" w:rsidRDefault="00AE3EB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4</w:t>
            </w:r>
            <w:r w:rsidR="00902480" w:rsidRPr="000B0562">
              <w:rPr>
                <w:rFonts w:ascii="Corbel" w:hAnsi="Corbel"/>
              </w:rPr>
              <w:t>0</w:t>
            </w:r>
          </w:p>
        </w:tc>
      </w:tr>
      <w:tr w:rsidR="00AE3EB4" w:rsidRPr="000B0562" w14:paraId="5112BA54" w14:textId="77777777" w:rsidTr="00923D7D">
        <w:tc>
          <w:tcPr>
            <w:tcW w:w="4962" w:type="dxa"/>
          </w:tcPr>
          <w:p w14:paraId="15916EA1" w14:textId="77777777" w:rsidR="00AE3EB4" w:rsidRPr="000B0562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74DDC8D" w14:textId="77777777" w:rsidR="00AE3EB4" w:rsidRPr="000B0562" w:rsidRDefault="00AE3EB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75</w:t>
            </w:r>
          </w:p>
        </w:tc>
      </w:tr>
      <w:tr w:rsidR="00AE3EB4" w:rsidRPr="000B0562" w14:paraId="314935DD" w14:textId="77777777" w:rsidTr="00923D7D">
        <w:tc>
          <w:tcPr>
            <w:tcW w:w="4962" w:type="dxa"/>
          </w:tcPr>
          <w:p w14:paraId="56830FB1" w14:textId="77777777" w:rsidR="00AE3EB4" w:rsidRPr="000B0562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0B0562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7CFDD7B5" w14:textId="77777777" w:rsidR="00AE3EB4" w:rsidRPr="000B0562" w:rsidRDefault="00AE3EB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0B0562">
              <w:rPr>
                <w:rFonts w:ascii="Corbel" w:hAnsi="Corbel"/>
              </w:rPr>
              <w:t>3</w:t>
            </w:r>
          </w:p>
        </w:tc>
      </w:tr>
    </w:tbl>
    <w:p w14:paraId="60A4238B" w14:textId="77777777" w:rsidR="0085747A" w:rsidRPr="000B056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0B0562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0B0562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13F4778C" w14:textId="77777777" w:rsidR="003E1941" w:rsidRPr="000B056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49AE67D" w14:textId="77777777" w:rsidR="0085747A" w:rsidRPr="000B0562" w:rsidRDefault="0071620A" w:rsidP="00CB3CEF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B0562">
        <w:rPr>
          <w:rFonts w:ascii="Corbel" w:hAnsi="Corbel"/>
          <w:smallCaps w:val="0"/>
          <w:sz w:val="22"/>
        </w:rPr>
        <w:t xml:space="preserve">6. </w:t>
      </w:r>
      <w:r w:rsidR="0085747A" w:rsidRPr="000B0562">
        <w:rPr>
          <w:rFonts w:ascii="Corbel" w:hAnsi="Corbel"/>
          <w:smallCaps w:val="0"/>
          <w:sz w:val="22"/>
        </w:rPr>
        <w:t>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B0562" w14:paraId="700D1292" w14:textId="77777777" w:rsidTr="00CA7C4A">
        <w:trPr>
          <w:trHeight w:val="397"/>
        </w:trPr>
        <w:tc>
          <w:tcPr>
            <w:tcW w:w="3544" w:type="dxa"/>
          </w:tcPr>
          <w:p w14:paraId="65891ED4" w14:textId="77777777" w:rsidR="0085747A" w:rsidRPr="000B05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5870878D" w14:textId="77777777" w:rsidR="0085747A" w:rsidRPr="000B0562" w:rsidRDefault="00CA7C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0B0562" w14:paraId="19260BA6" w14:textId="77777777" w:rsidTr="00CA7C4A">
        <w:trPr>
          <w:trHeight w:val="397"/>
        </w:trPr>
        <w:tc>
          <w:tcPr>
            <w:tcW w:w="3544" w:type="dxa"/>
          </w:tcPr>
          <w:p w14:paraId="408E6FE3" w14:textId="77777777" w:rsidR="0085747A" w:rsidRPr="000B05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673341" w14:textId="77777777" w:rsidR="0085747A" w:rsidRPr="000B0562" w:rsidRDefault="00CA7C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63999A45" w14:textId="77777777" w:rsidR="003E1941" w:rsidRPr="000B056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16C04766" w14:textId="77777777" w:rsidR="0085747A" w:rsidRPr="000B0562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B0562">
        <w:rPr>
          <w:rFonts w:ascii="Corbel" w:hAnsi="Corbel"/>
          <w:smallCaps w:val="0"/>
          <w:sz w:val="22"/>
        </w:rPr>
        <w:t xml:space="preserve">7. </w:t>
      </w:r>
      <w:r w:rsidR="0085747A" w:rsidRPr="000B0562">
        <w:rPr>
          <w:rFonts w:ascii="Corbel" w:hAnsi="Corbel"/>
          <w:smallCaps w:val="0"/>
          <w:sz w:val="22"/>
        </w:rPr>
        <w:t>LITERATURA</w:t>
      </w:r>
    </w:p>
    <w:p w14:paraId="697FD0F8" w14:textId="77777777" w:rsidR="00675843" w:rsidRPr="000B0562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B0562" w14:paraId="6317ED39" w14:textId="77777777" w:rsidTr="00CA7C4A">
        <w:trPr>
          <w:trHeight w:val="397"/>
        </w:trPr>
        <w:tc>
          <w:tcPr>
            <w:tcW w:w="7513" w:type="dxa"/>
          </w:tcPr>
          <w:p w14:paraId="6780ADC8" w14:textId="77777777" w:rsidR="0085747A" w:rsidRPr="000B0562" w:rsidRDefault="0085747A" w:rsidP="004E07C0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0B0562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4E97BCE1" w14:textId="162C0197" w:rsidR="00F233CD" w:rsidRPr="000B0562" w:rsidRDefault="00F233CD" w:rsidP="00FC76B2">
            <w:pPr>
              <w:pStyle w:val="Punktygwne"/>
              <w:numPr>
                <w:ilvl w:val="0"/>
                <w:numId w:val="9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Jerzy Supernat, </w:t>
            </w:r>
            <w:r w:rsidRPr="000B0562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Techniki decyzyjne i organizatorskie</w:t>
            </w: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Kolonia Limited, Wrocław 2003</w:t>
            </w:r>
            <w:r w:rsidR="00DE773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  <w:p w14:paraId="2E35DACE" w14:textId="187169E4" w:rsidR="004E07C0" w:rsidRPr="000B0562" w:rsidRDefault="003E15FE" w:rsidP="003E15FE">
            <w:pPr>
              <w:pStyle w:val="Akapitzlist"/>
              <w:numPr>
                <w:ilvl w:val="0"/>
                <w:numId w:val="9"/>
              </w:numPr>
              <w:rPr>
                <w:rFonts w:ascii="Corbel" w:hAnsi="Corbel"/>
                <w:color w:val="000000"/>
              </w:rPr>
            </w:pPr>
            <w:r w:rsidRPr="000B0562">
              <w:rPr>
                <w:rFonts w:ascii="Corbel" w:hAnsi="Corbel"/>
                <w:color w:val="000000"/>
              </w:rPr>
              <w:t xml:space="preserve">Ernest Knosala, </w:t>
            </w:r>
            <w:r w:rsidRPr="000B0562">
              <w:rPr>
                <w:rFonts w:ascii="Corbel" w:hAnsi="Corbel"/>
                <w:i/>
                <w:color w:val="000000"/>
              </w:rPr>
              <w:t>Zarys teorii decyzji w administracji</w:t>
            </w:r>
            <w:r w:rsidRPr="000B0562">
              <w:rPr>
                <w:rFonts w:ascii="Corbel" w:hAnsi="Corbel"/>
                <w:color w:val="000000"/>
              </w:rPr>
              <w:t>, Wolters Kluwer business, Warszawa 2011</w:t>
            </w:r>
            <w:r w:rsidR="00DE773A">
              <w:rPr>
                <w:rFonts w:ascii="Corbel" w:hAnsi="Corbel"/>
                <w:color w:val="000000"/>
              </w:rPr>
              <w:t>.</w:t>
            </w:r>
          </w:p>
        </w:tc>
      </w:tr>
      <w:tr w:rsidR="0085747A" w:rsidRPr="000B0562" w14:paraId="25259272" w14:textId="77777777" w:rsidTr="00CA7C4A">
        <w:trPr>
          <w:trHeight w:val="397"/>
        </w:trPr>
        <w:tc>
          <w:tcPr>
            <w:tcW w:w="7513" w:type="dxa"/>
          </w:tcPr>
          <w:p w14:paraId="27F47C20" w14:textId="77777777" w:rsidR="00651FFE" w:rsidRPr="000B056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0B0562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694A97FC" w14:textId="3145CD0E" w:rsidR="003E15FE" w:rsidRPr="000B0562" w:rsidRDefault="003E15FE" w:rsidP="003E15FE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color w:val="000000"/>
              </w:rPr>
            </w:pPr>
            <w:r w:rsidRPr="000B0562">
              <w:rPr>
                <w:rFonts w:ascii="Corbel" w:hAnsi="Corbel"/>
                <w:color w:val="000000"/>
              </w:rPr>
              <w:t>Ernest Knosal</w:t>
            </w:r>
            <w:r w:rsidR="00232C1D" w:rsidRPr="000B0562">
              <w:rPr>
                <w:rFonts w:ascii="Corbel" w:hAnsi="Corbel"/>
                <w:color w:val="000000"/>
              </w:rPr>
              <w:t xml:space="preserve">a, </w:t>
            </w:r>
            <w:r w:rsidR="00232C1D" w:rsidRPr="000B0562">
              <w:rPr>
                <w:rFonts w:ascii="Corbel" w:hAnsi="Corbel"/>
                <w:i/>
                <w:color w:val="000000"/>
              </w:rPr>
              <w:t>Zarys nauki administracji</w:t>
            </w:r>
            <w:r w:rsidR="00232C1D" w:rsidRPr="000B0562">
              <w:rPr>
                <w:rFonts w:ascii="Corbel" w:hAnsi="Corbel"/>
                <w:color w:val="000000"/>
              </w:rPr>
              <w:t xml:space="preserve">, </w:t>
            </w:r>
            <w:r w:rsidRPr="000B0562">
              <w:rPr>
                <w:rFonts w:ascii="Corbel" w:hAnsi="Corbel"/>
                <w:color w:val="000000"/>
              </w:rPr>
              <w:t>Wolters Kluwer business, Warszawa 2010</w:t>
            </w:r>
            <w:r w:rsidR="00DE773A">
              <w:rPr>
                <w:rFonts w:ascii="Corbel" w:hAnsi="Corbel"/>
                <w:color w:val="000000"/>
              </w:rPr>
              <w:t>.</w:t>
            </w:r>
          </w:p>
          <w:p w14:paraId="6DB59FDF" w14:textId="77777777" w:rsidR="004E07C0" w:rsidRPr="000B0562" w:rsidRDefault="003E15FE" w:rsidP="003E15FE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lastRenderedPageBreak/>
              <w:t xml:space="preserve">Agata </w:t>
            </w:r>
            <w:r w:rsidR="00FC76B2"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Barczewska- Dziobek, </w:t>
            </w:r>
            <w:r w:rsidR="00FC76B2" w:rsidRPr="000B0562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Deliberatywne metody podejmowania decyzji publicznych</w:t>
            </w:r>
            <w:r w:rsidR="00FC76B2"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[w:] </w:t>
            </w:r>
            <w:r w:rsidR="00FC76B2" w:rsidRPr="000B0562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Struktury administracji publicznej. Metody, ogniwa, więzi. Tom </w:t>
            </w:r>
            <w:r w:rsidR="00FC76B2"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I, (red.) A. Mezglewski, Rzesz</w:t>
            </w: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ów 2016.</w:t>
            </w:r>
          </w:p>
          <w:p w14:paraId="6BC31B7B" w14:textId="51F80267" w:rsidR="00497D9C" w:rsidRPr="000B0562" w:rsidRDefault="00497D9C" w:rsidP="00497D9C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J.Skalik, </w:t>
            </w:r>
            <w:r w:rsidRPr="000B0562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Metody i techniki organizatorskie</w:t>
            </w: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Wrocław 2001</w:t>
            </w:r>
            <w:r w:rsidR="00DE773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  <w:p w14:paraId="687AE856" w14:textId="34DE331C" w:rsidR="00902480" w:rsidRPr="00DE773A" w:rsidRDefault="00497D9C" w:rsidP="00902480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Z.Mikołajczyk, </w:t>
            </w:r>
            <w:r w:rsidRPr="000B0562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Techniki organizatorskie w rozwiązywaniu problemów zarządzania</w:t>
            </w:r>
            <w:r w:rsidRPr="000B056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1995</w:t>
            </w:r>
            <w:r w:rsidR="00DE773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  <w:p w14:paraId="4E3011BE" w14:textId="4B5B836D" w:rsidR="00902480" w:rsidRPr="000B0562" w:rsidRDefault="00902480" w:rsidP="00902480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B0562">
              <w:rPr>
                <w:rFonts w:ascii="Corbel" w:hAnsi="Corbel"/>
                <w:b w:val="0"/>
                <w:smallCaps w:val="0"/>
                <w:sz w:val="22"/>
              </w:rPr>
              <w:t xml:space="preserve">Poradnik opracowany w ramach projektu systemowego współfinansowanego z Europejskiego Funduszu Społecznego </w:t>
            </w:r>
            <w:r w:rsidRPr="000B0562">
              <w:rPr>
                <w:rFonts w:ascii="Corbel" w:hAnsi="Corbel"/>
                <w:b w:val="0"/>
                <w:i/>
                <w:smallCaps w:val="0"/>
                <w:sz w:val="22"/>
              </w:rPr>
              <w:t>„Podniesienie jakości procesów decyzyjnych w administracji rządowej poprzez wykorzystanie potencjału Środowisk naukowych i eksperckich</w:t>
            </w:r>
            <w:r w:rsidRPr="000B0562">
              <w:rPr>
                <w:rFonts w:ascii="Corbel" w:hAnsi="Corbel"/>
                <w:b w:val="0"/>
                <w:smallCaps w:val="0"/>
                <w:sz w:val="22"/>
              </w:rPr>
              <w:t>”, Warszawa 2011</w:t>
            </w:r>
            <w:r w:rsidR="00DE773A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414B27F9" w14:textId="77777777" w:rsidR="00DE773A" w:rsidRDefault="00CB3CEF" w:rsidP="00CB3CEF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0B0562">
        <w:rPr>
          <w:rFonts w:ascii="Corbel" w:hAnsi="Corbel"/>
          <w:b w:val="0"/>
          <w:smallCaps w:val="0"/>
          <w:sz w:val="22"/>
        </w:rPr>
        <w:lastRenderedPageBreak/>
        <w:t xml:space="preserve">               </w:t>
      </w:r>
    </w:p>
    <w:p w14:paraId="2D6FF2E3" w14:textId="10CDC6AA" w:rsidR="0085747A" w:rsidRPr="00137F59" w:rsidRDefault="0085747A" w:rsidP="00CB3CEF">
      <w:pPr>
        <w:pStyle w:val="Punktygwne"/>
        <w:spacing w:before="0" w:after="0"/>
        <w:rPr>
          <w:rFonts w:ascii="Corbel" w:hAnsi="Corbel"/>
          <w:sz w:val="22"/>
        </w:rPr>
      </w:pPr>
      <w:r w:rsidRPr="000B0562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137F59" w:rsidSect="00137F59"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D70A7" w14:textId="77777777" w:rsidR="000C5351" w:rsidRDefault="000C5351" w:rsidP="00C16ABF">
      <w:pPr>
        <w:spacing w:after="0" w:line="240" w:lineRule="auto"/>
      </w:pPr>
      <w:r>
        <w:separator/>
      </w:r>
    </w:p>
  </w:endnote>
  <w:endnote w:type="continuationSeparator" w:id="0">
    <w:p w14:paraId="3067D0B0" w14:textId="77777777" w:rsidR="000C5351" w:rsidRDefault="000C53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9E8C7" w14:textId="77777777" w:rsidR="000C5351" w:rsidRDefault="000C5351" w:rsidP="00C16ABF">
      <w:pPr>
        <w:spacing w:after="0" w:line="240" w:lineRule="auto"/>
      </w:pPr>
      <w:r>
        <w:separator/>
      </w:r>
    </w:p>
  </w:footnote>
  <w:footnote w:type="continuationSeparator" w:id="0">
    <w:p w14:paraId="239C37FC" w14:textId="77777777" w:rsidR="000C5351" w:rsidRDefault="000C5351" w:rsidP="00C16ABF">
      <w:pPr>
        <w:spacing w:after="0" w:line="240" w:lineRule="auto"/>
      </w:pPr>
      <w:r>
        <w:continuationSeparator/>
      </w:r>
    </w:p>
  </w:footnote>
  <w:footnote w:id="1">
    <w:p w14:paraId="470D9C1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259D"/>
    <w:multiLevelType w:val="hybridMultilevel"/>
    <w:tmpl w:val="40F0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3461E"/>
    <w:multiLevelType w:val="hybridMultilevel"/>
    <w:tmpl w:val="7C705404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133C47"/>
    <w:multiLevelType w:val="hybridMultilevel"/>
    <w:tmpl w:val="5DD886FE"/>
    <w:lvl w:ilvl="0" w:tplc="5448CCA8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465AC"/>
    <w:multiLevelType w:val="hybridMultilevel"/>
    <w:tmpl w:val="D82C977E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26D51"/>
    <w:multiLevelType w:val="hybridMultilevel"/>
    <w:tmpl w:val="124A129C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47977"/>
    <w:multiLevelType w:val="hybridMultilevel"/>
    <w:tmpl w:val="1C5A0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87DC5"/>
    <w:multiLevelType w:val="hybridMultilevel"/>
    <w:tmpl w:val="67664CA8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8054D"/>
    <w:multiLevelType w:val="hybridMultilevel"/>
    <w:tmpl w:val="10E23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419986">
    <w:abstractNumId w:val="2"/>
  </w:num>
  <w:num w:numId="2" w16cid:durableId="800684485">
    <w:abstractNumId w:val="6"/>
  </w:num>
  <w:num w:numId="3" w16cid:durableId="1996373843">
    <w:abstractNumId w:val="4"/>
  </w:num>
  <w:num w:numId="4" w16cid:durableId="1774125541">
    <w:abstractNumId w:val="5"/>
  </w:num>
  <w:num w:numId="5" w16cid:durableId="1994872503">
    <w:abstractNumId w:val="1"/>
  </w:num>
  <w:num w:numId="6" w16cid:durableId="759571409">
    <w:abstractNumId w:val="7"/>
  </w:num>
  <w:num w:numId="7" w16cid:durableId="384136277">
    <w:abstractNumId w:val="3"/>
  </w:num>
  <w:num w:numId="8" w16cid:durableId="1056902127">
    <w:abstractNumId w:val="0"/>
  </w:num>
  <w:num w:numId="9" w16cid:durableId="3362719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690"/>
    <w:rsid w:val="000048FD"/>
    <w:rsid w:val="000077B4"/>
    <w:rsid w:val="00015B8F"/>
    <w:rsid w:val="00022ECE"/>
    <w:rsid w:val="00023842"/>
    <w:rsid w:val="00040B48"/>
    <w:rsid w:val="000410E5"/>
    <w:rsid w:val="00042A51"/>
    <w:rsid w:val="00042D2E"/>
    <w:rsid w:val="00043173"/>
    <w:rsid w:val="00044C82"/>
    <w:rsid w:val="000536B8"/>
    <w:rsid w:val="00055C3B"/>
    <w:rsid w:val="00066A29"/>
    <w:rsid w:val="00070ED6"/>
    <w:rsid w:val="00072923"/>
    <w:rsid w:val="000742DC"/>
    <w:rsid w:val="00084C12"/>
    <w:rsid w:val="00094433"/>
    <w:rsid w:val="0009462C"/>
    <w:rsid w:val="00094B12"/>
    <w:rsid w:val="00096C46"/>
    <w:rsid w:val="000A296F"/>
    <w:rsid w:val="000A2A28"/>
    <w:rsid w:val="000B0562"/>
    <w:rsid w:val="000B192D"/>
    <w:rsid w:val="000B28EE"/>
    <w:rsid w:val="000B3E37"/>
    <w:rsid w:val="000C4705"/>
    <w:rsid w:val="000C5351"/>
    <w:rsid w:val="000D04B0"/>
    <w:rsid w:val="000D163B"/>
    <w:rsid w:val="000F1C57"/>
    <w:rsid w:val="000F5615"/>
    <w:rsid w:val="00115D8E"/>
    <w:rsid w:val="00124BFF"/>
    <w:rsid w:val="0012560E"/>
    <w:rsid w:val="00127108"/>
    <w:rsid w:val="0012758D"/>
    <w:rsid w:val="00132F2C"/>
    <w:rsid w:val="00134B13"/>
    <w:rsid w:val="00137F59"/>
    <w:rsid w:val="00146BC0"/>
    <w:rsid w:val="00153C41"/>
    <w:rsid w:val="00154381"/>
    <w:rsid w:val="001640A7"/>
    <w:rsid w:val="00164FA7"/>
    <w:rsid w:val="001667EE"/>
    <w:rsid w:val="00166A03"/>
    <w:rsid w:val="001718A7"/>
    <w:rsid w:val="001737CF"/>
    <w:rsid w:val="00176083"/>
    <w:rsid w:val="00192F37"/>
    <w:rsid w:val="00197223"/>
    <w:rsid w:val="001A0FE8"/>
    <w:rsid w:val="001A70D2"/>
    <w:rsid w:val="001D2FEC"/>
    <w:rsid w:val="001D657B"/>
    <w:rsid w:val="001D796D"/>
    <w:rsid w:val="001D7B54"/>
    <w:rsid w:val="001E0209"/>
    <w:rsid w:val="001F2CA2"/>
    <w:rsid w:val="00211474"/>
    <w:rsid w:val="002144C0"/>
    <w:rsid w:val="002214FC"/>
    <w:rsid w:val="0022477D"/>
    <w:rsid w:val="002278A9"/>
    <w:rsid w:val="00232C1D"/>
    <w:rsid w:val="00233062"/>
    <w:rsid w:val="002336F9"/>
    <w:rsid w:val="00236AB5"/>
    <w:rsid w:val="0024028F"/>
    <w:rsid w:val="00244ABC"/>
    <w:rsid w:val="00275A2E"/>
    <w:rsid w:val="00281FF2"/>
    <w:rsid w:val="002857DE"/>
    <w:rsid w:val="00291567"/>
    <w:rsid w:val="002A22BF"/>
    <w:rsid w:val="002A2389"/>
    <w:rsid w:val="002A671D"/>
    <w:rsid w:val="002B2E19"/>
    <w:rsid w:val="002B2EDF"/>
    <w:rsid w:val="002B4D55"/>
    <w:rsid w:val="002B5EA0"/>
    <w:rsid w:val="002B6119"/>
    <w:rsid w:val="002B6BE1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5E4"/>
    <w:rsid w:val="003343CF"/>
    <w:rsid w:val="00334790"/>
    <w:rsid w:val="00346FE9"/>
    <w:rsid w:val="0034759A"/>
    <w:rsid w:val="003503F6"/>
    <w:rsid w:val="00350770"/>
    <w:rsid w:val="003530DD"/>
    <w:rsid w:val="0035350A"/>
    <w:rsid w:val="00363F78"/>
    <w:rsid w:val="00391B3A"/>
    <w:rsid w:val="003969EC"/>
    <w:rsid w:val="003A0A5B"/>
    <w:rsid w:val="003A1176"/>
    <w:rsid w:val="003B03AF"/>
    <w:rsid w:val="003C0BAE"/>
    <w:rsid w:val="003C4D32"/>
    <w:rsid w:val="003D18A9"/>
    <w:rsid w:val="003D43A0"/>
    <w:rsid w:val="003D6CE2"/>
    <w:rsid w:val="003E15FE"/>
    <w:rsid w:val="003E1941"/>
    <w:rsid w:val="003E2FE6"/>
    <w:rsid w:val="003E49D5"/>
    <w:rsid w:val="003E6EAD"/>
    <w:rsid w:val="003F38C0"/>
    <w:rsid w:val="003F5EBB"/>
    <w:rsid w:val="00414E3C"/>
    <w:rsid w:val="0042244A"/>
    <w:rsid w:val="0042745A"/>
    <w:rsid w:val="00431450"/>
    <w:rsid w:val="00431D5C"/>
    <w:rsid w:val="004362C6"/>
    <w:rsid w:val="00437FA2"/>
    <w:rsid w:val="004428E5"/>
    <w:rsid w:val="004448EA"/>
    <w:rsid w:val="00445970"/>
    <w:rsid w:val="00447645"/>
    <w:rsid w:val="0045317C"/>
    <w:rsid w:val="00461EFC"/>
    <w:rsid w:val="00462AE5"/>
    <w:rsid w:val="004652C2"/>
    <w:rsid w:val="004706D1"/>
    <w:rsid w:val="00471326"/>
    <w:rsid w:val="0047598D"/>
    <w:rsid w:val="004840FD"/>
    <w:rsid w:val="00490F7D"/>
    <w:rsid w:val="00491678"/>
    <w:rsid w:val="004968E2"/>
    <w:rsid w:val="00497D9C"/>
    <w:rsid w:val="004A3EEA"/>
    <w:rsid w:val="004A4D1F"/>
    <w:rsid w:val="004A729A"/>
    <w:rsid w:val="004B1203"/>
    <w:rsid w:val="004C3A6D"/>
    <w:rsid w:val="004D5282"/>
    <w:rsid w:val="004E07C0"/>
    <w:rsid w:val="004F1551"/>
    <w:rsid w:val="004F279D"/>
    <w:rsid w:val="004F55A3"/>
    <w:rsid w:val="0050496F"/>
    <w:rsid w:val="00513B6F"/>
    <w:rsid w:val="00517C63"/>
    <w:rsid w:val="00526011"/>
    <w:rsid w:val="005363C4"/>
    <w:rsid w:val="00536BDE"/>
    <w:rsid w:val="00543ACC"/>
    <w:rsid w:val="00561F83"/>
    <w:rsid w:val="0056696D"/>
    <w:rsid w:val="00581AA0"/>
    <w:rsid w:val="0058723C"/>
    <w:rsid w:val="00594047"/>
    <w:rsid w:val="0059484D"/>
    <w:rsid w:val="005A0855"/>
    <w:rsid w:val="005A3196"/>
    <w:rsid w:val="005B16FD"/>
    <w:rsid w:val="005C080F"/>
    <w:rsid w:val="005C55E5"/>
    <w:rsid w:val="005C696A"/>
    <w:rsid w:val="005E6443"/>
    <w:rsid w:val="005E6E85"/>
    <w:rsid w:val="005F31D2"/>
    <w:rsid w:val="0061029B"/>
    <w:rsid w:val="00613489"/>
    <w:rsid w:val="00617230"/>
    <w:rsid w:val="00621CE1"/>
    <w:rsid w:val="00627FC9"/>
    <w:rsid w:val="00633D89"/>
    <w:rsid w:val="00635B7B"/>
    <w:rsid w:val="00647FA8"/>
    <w:rsid w:val="00650C5F"/>
    <w:rsid w:val="00651FFE"/>
    <w:rsid w:val="00654934"/>
    <w:rsid w:val="006620D9"/>
    <w:rsid w:val="0067154C"/>
    <w:rsid w:val="00671958"/>
    <w:rsid w:val="00675843"/>
    <w:rsid w:val="00696477"/>
    <w:rsid w:val="006B7067"/>
    <w:rsid w:val="006D050F"/>
    <w:rsid w:val="006D6139"/>
    <w:rsid w:val="006E0834"/>
    <w:rsid w:val="006E3478"/>
    <w:rsid w:val="006E5D65"/>
    <w:rsid w:val="006F1282"/>
    <w:rsid w:val="006F1FBC"/>
    <w:rsid w:val="006F31E2"/>
    <w:rsid w:val="00706544"/>
    <w:rsid w:val="007072BA"/>
    <w:rsid w:val="00707EF3"/>
    <w:rsid w:val="00712AD5"/>
    <w:rsid w:val="0071620A"/>
    <w:rsid w:val="00721656"/>
    <w:rsid w:val="00724677"/>
    <w:rsid w:val="00725459"/>
    <w:rsid w:val="007327BD"/>
    <w:rsid w:val="00734608"/>
    <w:rsid w:val="00743F03"/>
    <w:rsid w:val="00745302"/>
    <w:rsid w:val="007461D6"/>
    <w:rsid w:val="00746EC8"/>
    <w:rsid w:val="007523BF"/>
    <w:rsid w:val="00763BF1"/>
    <w:rsid w:val="00766FD4"/>
    <w:rsid w:val="0078168C"/>
    <w:rsid w:val="007868D3"/>
    <w:rsid w:val="00787C2A"/>
    <w:rsid w:val="00790E27"/>
    <w:rsid w:val="007A4022"/>
    <w:rsid w:val="007A6E6E"/>
    <w:rsid w:val="007B1A43"/>
    <w:rsid w:val="007C3299"/>
    <w:rsid w:val="007C3BCC"/>
    <w:rsid w:val="007C431E"/>
    <w:rsid w:val="007C434A"/>
    <w:rsid w:val="007C4546"/>
    <w:rsid w:val="007D6E56"/>
    <w:rsid w:val="007E5F9F"/>
    <w:rsid w:val="007F4155"/>
    <w:rsid w:val="00800863"/>
    <w:rsid w:val="00805395"/>
    <w:rsid w:val="0081554D"/>
    <w:rsid w:val="0081707E"/>
    <w:rsid w:val="008449B3"/>
    <w:rsid w:val="0085747A"/>
    <w:rsid w:val="008579B8"/>
    <w:rsid w:val="00882918"/>
    <w:rsid w:val="00884922"/>
    <w:rsid w:val="00885F64"/>
    <w:rsid w:val="008917F9"/>
    <w:rsid w:val="00894223"/>
    <w:rsid w:val="008A09DB"/>
    <w:rsid w:val="008A45F7"/>
    <w:rsid w:val="008C0CC0"/>
    <w:rsid w:val="008C19A9"/>
    <w:rsid w:val="008C379D"/>
    <w:rsid w:val="008C4F6F"/>
    <w:rsid w:val="008C5147"/>
    <w:rsid w:val="008C5359"/>
    <w:rsid w:val="008C5363"/>
    <w:rsid w:val="008D3DFB"/>
    <w:rsid w:val="008E64F4"/>
    <w:rsid w:val="008F12C9"/>
    <w:rsid w:val="008F3B99"/>
    <w:rsid w:val="008F6E29"/>
    <w:rsid w:val="00902480"/>
    <w:rsid w:val="00916188"/>
    <w:rsid w:val="00923D7D"/>
    <w:rsid w:val="00927782"/>
    <w:rsid w:val="009317AF"/>
    <w:rsid w:val="009508DF"/>
    <w:rsid w:val="00950DAC"/>
    <w:rsid w:val="00954A07"/>
    <w:rsid w:val="009559DB"/>
    <w:rsid w:val="00977BAE"/>
    <w:rsid w:val="00997F14"/>
    <w:rsid w:val="009A78D9"/>
    <w:rsid w:val="009C3E31"/>
    <w:rsid w:val="009C54AE"/>
    <w:rsid w:val="009C788E"/>
    <w:rsid w:val="009D1BDB"/>
    <w:rsid w:val="009E3B41"/>
    <w:rsid w:val="009F3C5C"/>
    <w:rsid w:val="009F4610"/>
    <w:rsid w:val="009F6664"/>
    <w:rsid w:val="00A000A6"/>
    <w:rsid w:val="00A00ECC"/>
    <w:rsid w:val="00A12871"/>
    <w:rsid w:val="00A155EE"/>
    <w:rsid w:val="00A2245B"/>
    <w:rsid w:val="00A30110"/>
    <w:rsid w:val="00A355D9"/>
    <w:rsid w:val="00A36899"/>
    <w:rsid w:val="00A371F6"/>
    <w:rsid w:val="00A43BF6"/>
    <w:rsid w:val="00A4793B"/>
    <w:rsid w:val="00A53FA5"/>
    <w:rsid w:val="00A54817"/>
    <w:rsid w:val="00A601C8"/>
    <w:rsid w:val="00A60799"/>
    <w:rsid w:val="00A67BC6"/>
    <w:rsid w:val="00A73432"/>
    <w:rsid w:val="00A768BC"/>
    <w:rsid w:val="00A8396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EB4"/>
    <w:rsid w:val="00AE5FCB"/>
    <w:rsid w:val="00AF2C1E"/>
    <w:rsid w:val="00B025B0"/>
    <w:rsid w:val="00B05D0C"/>
    <w:rsid w:val="00B06142"/>
    <w:rsid w:val="00B135B1"/>
    <w:rsid w:val="00B220CD"/>
    <w:rsid w:val="00B3130B"/>
    <w:rsid w:val="00B40ADB"/>
    <w:rsid w:val="00B43B77"/>
    <w:rsid w:val="00B43E80"/>
    <w:rsid w:val="00B47FB4"/>
    <w:rsid w:val="00B50F5A"/>
    <w:rsid w:val="00B607DB"/>
    <w:rsid w:val="00B66529"/>
    <w:rsid w:val="00B75946"/>
    <w:rsid w:val="00B8056E"/>
    <w:rsid w:val="00B819C8"/>
    <w:rsid w:val="00B82308"/>
    <w:rsid w:val="00B846CD"/>
    <w:rsid w:val="00B90885"/>
    <w:rsid w:val="00B945C6"/>
    <w:rsid w:val="00B95BD3"/>
    <w:rsid w:val="00BA65BF"/>
    <w:rsid w:val="00BB520A"/>
    <w:rsid w:val="00BB5EF4"/>
    <w:rsid w:val="00BB7077"/>
    <w:rsid w:val="00BD3869"/>
    <w:rsid w:val="00BD66E9"/>
    <w:rsid w:val="00BD6FF4"/>
    <w:rsid w:val="00BF0347"/>
    <w:rsid w:val="00BF2C41"/>
    <w:rsid w:val="00C058B4"/>
    <w:rsid w:val="00C05F44"/>
    <w:rsid w:val="00C131B5"/>
    <w:rsid w:val="00C1431C"/>
    <w:rsid w:val="00C16ABF"/>
    <w:rsid w:val="00C170AE"/>
    <w:rsid w:val="00C26CB7"/>
    <w:rsid w:val="00C2755F"/>
    <w:rsid w:val="00C324C1"/>
    <w:rsid w:val="00C33CEF"/>
    <w:rsid w:val="00C36992"/>
    <w:rsid w:val="00C462E7"/>
    <w:rsid w:val="00C532D8"/>
    <w:rsid w:val="00C56036"/>
    <w:rsid w:val="00C61DC5"/>
    <w:rsid w:val="00C67E92"/>
    <w:rsid w:val="00C70A26"/>
    <w:rsid w:val="00C766DF"/>
    <w:rsid w:val="00C82AF5"/>
    <w:rsid w:val="00C94B98"/>
    <w:rsid w:val="00CA2B96"/>
    <w:rsid w:val="00CA5089"/>
    <w:rsid w:val="00CA7C4A"/>
    <w:rsid w:val="00CB3CEF"/>
    <w:rsid w:val="00CC7263"/>
    <w:rsid w:val="00CC784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62F"/>
    <w:rsid w:val="00D608D1"/>
    <w:rsid w:val="00D74119"/>
    <w:rsid w:val="00D8075B"/>
    <w:rsid w:val="00D8678B"/>
    <w:rsid w:val="00D87005"/>
    <w:rsid w:val="00DA2114"/>
    <w:rsid w:val="00DB0BAA"/>
    <w:rsid w:val="00DC689E"/>
    <w:rsid w:val="00DE09C0"/>
    <w:rsid w:val="00DE342C"/>
    <w:rsid w:val="00DE4A14"/>
    <w:rsid w:val="00DE773A"/>
    <w:rsid w:val="00DF0208"/>
    <w:rsid w:val="00DF320D"/>
    <w:rsid w:val="00DF5CC3"/>
    <w:rsid w:val="00DF71C8"/>
    <w:rsid w:val="00E034D6"/>
    <w:rsid w:val="00E129B8"/>
    <w:rsid w:val="00E1545E"/>
    <w:rsid w:val="00E21E7D"/>
    <w:rsid w:val="00E22FBC"/>
    <w:rsid w:val="00E24BF5"/>
    <w:rsid w:val="00E25338"/>
    <w:rsid w:val="00E318A9"/>
    <w:rsid w:val="00E341A4"/>
    <w:rsid w:val="00E359C6"/>
    <w:rsid w:val="00E44712"/>
    <w:rsid w:val="00E513A6"/>
    <w:rsid w:val="00E51E44"/>
    <w:rsid w:val="00E55B66"/>
    <w:rsid w:val="00E63348"/>
    <w:rsid w:val="00E71070"/>
    <w:rsid w:val="00E77E88"/>
    <w:rsid w:val="00E8107D"/>
    <w:rsid w:val="00E960BB"/>
    <w:rsid w:val="00EA2074"/>
    <w:rsid w:val="00EA4832"/>
    <w:rsid w:val="00EA4E9D"/>
    <w:rsid w:val="00EC4899"/>
    <w:rsid w:val="00ED03AB"/>
    <w:rsid w:val="00ED18CA"/>
    <w:rsid w:val="00ED32D2"/>
    <w:rsid w:val="00EE32DE"/>
    <w:rsid w:val="00EE5457"/>
    <w:rsid w:val="00F070AB"/>
    <w:rsid w:val="00F17567"/>
    <w:rsid w:val="00F233CD"/>
    <w:rsid w:val="00F27A7B"/>
    <w:rsid w:val="00F41B94"/>
    <w:rsid w:val="00F526AF"/>
    <w:rsid w:val="00F548DF"/>
    <w:rsid w:val="00F617C3"/>
    <w:rsid w:val="00F7066B"/>
    <w:rsid w:val="00F83B28"/>
    <w:rsid w:val="00F93B44"/>
    <w:rsid w:val="00FA46E5"/>
    <w:rsid w:val="00FB7DBA"/>
    <w:rsid w:val="00FC1C25"/>
    <w:rsid w:val="00FC3F45"/>
    <w:rsid w:val="00FC76B2"/>
    <w:rsid w:val="00FD1AE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4A0F4"/>
  <w15:docId w15:val="{BD0DCB92-FD6D-4E4D-8C01-9603A623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43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0BFB5-DF62-4A23-BD76-A9016C561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1648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Izabela Bentkowska-Furman</cp:lastModifiedBy>
  <cp:revision>4</cp:revision>
  <cp:lastPrinted>2019-09-03T16:03:00Z</cp:lastPrinted>
  <dcterms:created xsi:type="dcterms:W3CDTF">2023-09-11T14:52:00Z</dcterms:created>
  <dcterms:modified xsi:type="dcterms:W3CDTF">2023-09-12T06:18:00Z</dcterms:modified>
</cp:coreProperties>
</file>